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02D3375" w:rsidRDefault="00D8678B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0207B54E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41469">
        <w:rPr>
          <w:rFonts w:ascii="Corbel" w:hAnsi="Corbel"/>
          <w:b/>
          <w:smallCaps/>
          <w:sz w:val="24"/>
          <w:szCs w:val="24"/>
        </w:rPr>
        <w:t>2021-2024</w:t>
      </w:r>
    </w:p>
    <w:p xmlns:wp14="http://schemas.microsoft.com/office/word/2010/wordml" w:rsidR="0085747A" w:rsidP="00EA4832" w:rsidRDefault="00EA4832" w14:paraId="1BED6A5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41469">
        <w:rPr>
          <w:rFonts w:ascii="Corbel" w:hAnsi="Corbel"/>
          <w:i/>
          <w:sz w:val="24"/>
          <w:szCs w:val="24"/>
        </w:rPr>
        <w:t xml:space="preserve">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C41469">
        <w:rPr>
          <w:rFonts w:ascii="Corbel" w:hAnsi="Corbel"/>
          <w:sz w:val="20"/>
          <w:szCs w:val="20"/>
        </w:rPr>
        <w:t>2021/2022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00B819C8" w14:paraId="4BEF74FE" wp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41469" w:rsidR="0085747A" w:rsidP="009C54AE" w:rsidRDefault="00511F7D" w14:paraId="6A44CA2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xmlns:wp14="http://schemas.microsoft.com/office/word/2010/wordml" w:rsidRPr="009C54AE" w:rsidR="0085747A" w:rsidTr="00B819C8" w14:paraId="33317F4F" wp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43F38" w:rsidR="0085747A" w:rsidP="00D43F38" w:rsidRDefault="00D43F38" w14:paraId="24D02E8E" wp14:textId="77777777">
            <w:pPr>
              <w:rPr>
                <w:color w:val="000000"/>
              </w:rPr>
            </w:pPr>
            <w:r>
              <w:rPr>
                <w:color w:val="000000"/>
              </w:rPr>
              <w:t>P1S[2]O_07</w:t>
            </w:r>
          </w:p>
        </w:tc>
      </w:tr>
      <w:tr xmlns:wp14="http://schemas.microsoft.com/office/word/2010/wordml" w:rsidRPr="009C54AE" w:rsidR="00D43F38" w:rsidTr="00B819C8" w14:paraId="5C0172EC" wp14:textId="77777777">
        <w:tc>
          <w:tcPr>
            <w:tcW w:w="2694" w:type="dxa"/>
            <w:vAlign w:val="center"/>
          </w:tcPr>
          <w:p w:rsidRPr="009C54AE" w:rsidR="00D43F38" w:rsidP="00EA4832" w:rsidRDefault="00D43F38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D43F38" w:rsidTr="00B819C8" w14:paraId="0AEA36E1" wp14:textId="77777777">
        <w:tc>
          <w:tcPr>
            <w:tcW w:w="2694" w:type="dxa"/>
            <w:vAlign w:val="center"/>
          </w:tcPr>
          <w:p w:rsidRPr="009C54AE" w:rsidR="00D43F38" w:rsidP="009C54AE" w:rsidRDefault="00D43F3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D43F38" w:rsidTr="00B819C8" w14:paraId="422C9A63" wp14:textId="77777777">
        <w:tc>
          <w:tcPr>
            <w:tcW w:w="2694" w:type="dxa"/>
            <w:vAlign w:val="center"/>
          </w:tcPr>
          <w:p w:rsidRPr="009C54AE" w:rsidR="00D43F38" w:rsidP="009C54AE" w:rsidRDefault="00D43F3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38B7CA5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D43F38" w:rsidTr="00B819C8" w14:paraId="1CF479FC" wp14:textId="77777777">
        <w:tc>
          <w:tcPr>
            <w:tcW w:w="2694" w:type="dxa"/>
            <w:vAlign w:val="center"/>
          </w:tcPr>
          <w:p w:rsidRPr="009C54AE" w:rsidR="00D43F38" w:rsidP="009C54AE" w:rsidRDefault="00D43F3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D43F38" w:rsidTr="00B819C8" w14:paraId="020B26A7" wp14:textId="77777777">
        <w:tc>
          <w:tcPr>
            <w:tcW w:w="2694" w:type="dxa"/>
            <w:vAlign w:val="center"/>
          </w:tcPr>
          <w:p w:rsidRPr="009C54AE" w:rsidR="00D43F38" w:rsidP="009C54AE" w:rsidRDefault="00D43F3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D43F38" w:rsidTr="00B819C8" w14:paraId="5B469018" wp14:textId="77777777">
        <w:tc>
          <w:tcPr>
            <w:tcW w:w="2694" w:type="dxa"/>
            <w:vAlign w:val="center"/>
          </w:tcPr>
          <w:p w:rsidRPr="009C54AE" w:rsidR="00D43F38" w:rsidP="009C54AE" w:rsidRDefault="00D43F3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D43F38" w:rsidTr="00B819C8" w14:paraId="043CE95C" wp14:textId="77777777">
        <w:tc>
          <w:tcPr>
            <w:tcW w:w="2694" w:type="dxa"/>
            <w:vAlign w:val="center"/>
          </w:tcPr>
          <w:p w:rsidRPr="009C54AE" w:rsidR="00D43F38" w:rsidP="009C54AE" w:rsidRDefault="00D43F3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157D75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xmlns:wp14="http://schemas.microsoft.com/office/word/2010/wordml" w:rsidRPr="009C54AE" w:rsidR="00D43F38" w:rsidTr="00B819C8" w14:paraId="4D6BEF29" wp14:textId="77777777">
        <w:tc>
          <w:tcPr>
            <w:tcW w:w="2694" w:type="dxa"/>
            <w:vAlign w:val="center"/>
          </w:tcPr>
          <w:p w:rsidRPr="009C54AE" w:rsidR="00D43F38" w:rsidP="009C54AE" w:rsidRDefault="00D43F3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D43F38" w:rsidTr="00B819C8" w14:paraId="73F51518" wp14:textId="77777777">
        <w:tc>
          <w:tcPr>
            <w:tcW w:w="2694" w:type="dxa"/>
            <w:vAlign w:val="center"/>
          </w:tcPr>
          <w:p w:rsidRPr="009C54AE" w:rsidR="00D43F38" w:rsidP="009C54AE" w:rsidRDefault="00D43F3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D43F38" w:rsidTr="00B819C8" w14:paraId="5E4BB150" wp14:textId="77777777">
        <w:tc>
          <w:tcPr>
            <w:tcW w:w="2694" w:type="dxa"/>
            <w:vAlign w:val="center"/>
          </w:tcPr>
          <w:p w:rsidRPr="009C54AE" w:rsidR="00D43F38" w:rsidP="009C54AE" w:rsidRDefault="00D43F3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D43F38" w:rsidP="000C04BC" w:rsidRDefault="00D43F38" w14:paraId="26FEBF1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xmlns:wp14="http://schemas.microsoft.com/office/word/2010/wordml" w:rsidRPr="009C54AE" w:rsidR="00D43F38" w:rsidTr="00B819C8" w14:paraId="31E69E66" wp14:textId="77777777">
        <w:tc>
          <w:tcPr>
            <w:tcW w:w="2694" w:type="dxa"/>
            <w:vAlign w:val="center"/>
          </w:tcPr>
          <w:p w:rsidRPr="009C54AE" w:rsidR="00D43F38" w:rsidP="009C54AE" w:rsidRDefault="00D43F3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D43F38" w:rsidP="009C54AE" w:rsidRDefault="006172AE" w14:paraId="5B6ED6F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2AE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Pr="006172AE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bookmarkStart w:name="_GoBack" w:id="0"/>
            <w:bookmarkEnd w:id="0"/>
            <w:proofErr w:type="spellEnd"/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32D6A949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D43F3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423D4B9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43F38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C41469" w14:paraId="3C0FE74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D43F38"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A05A80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5A39BBE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483791" w14:paraId="580699E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xmlns:wp14="http://schemas.microsoft.com/office/word/2010/wordml" w:rsidR="00C41469" w:rsidP="009C54AE" w:rsidRDefault="00C41469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C41469" w:rsidP="009C54AE" w:rsidRDefault="00C41469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745302" w14:paraId="7FF1BC11" wp14:textId="77777777">
        <w:tc>
          <w:tcPr>
            <w:tcW w:w="9670" w:type="dxa"/>
          </w:tcPr>
          <w:p w:rsidRPr="00D43F38" w:rsidR="0085747A" w:rsidP="009C54AE" w:rsidRDefault="009D4000" w14:paraId="1B6385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Wiedza z przedmiotu</w:t>
            </w:r>
            <w:r w:rsidRPr="00D43F38" w:rsidR="00D43F38">
              <w:rPr>
                <w:rFonts w:ascii="Corbel" w:hAnsi="Corbel"/>
                <w:b w:val="0"/>
                <w:szCs w:val="24"/>
              </w:rPr>
              <w:t>: wstęp do socjologii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  <w:p w:rsidRPr="009C54AE" w:rsidR="0085747A" w:rsidP="009C54AE" w:rsidRDefault="0085747A" w14:paraId="0D0B940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C41469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4EAFD9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xmlns:wp14="http://schemas.microsoft.com/office/word/2010/wordml" w:rsidRPr="009C54AE" w:rsidR="00D05296" w:rsidTr="00D05296" w14:paraId="2EF73D2F" wp14:textId="77777777">
        <w:tc>
          <w:tcPr>
            <w:tcW w:w="851" w:type="dxa"/>
            <w:vAlign w:val="center"/>
          </w:tcPr>
          <w:p w:rsidRPr="009C54AE" w:rsidR="00D05296" w:rsidP="009C54AE" w:rsidRDefault="00D0529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75138" w:rsidR="00D05296" w:rsidP="000C04BC" w:rsidRDefault="00D4428C" w14:paraId="683BDC4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studentom  podstawowych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 xml:space="preserve"> termi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nów</w:t>
            </w:r>
            <w:r w:rsidR="00D05296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Pr="009C54AE" w:rsidR="00D05296" w:rsidP="009C54AE" w:rsidRDefault="00D05296" w14:paraId="4B94D5A5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xmlns:wp14="http://schemas.microsoft.com/office/word/2010/wordml" w:rsidRPr="009C54AE" w:rsidR="00D05296" w:rsidTr="00A8687D" w14:paraId="180FD04A" wp14:textId="77777777">
        <w:tc>
          <w:tcPr>
            <w:tcW w:w="851" w:type="dxa"/>
            <w:vAlign w:val="center"/>
          </w:tcPr>
          <w:p w:rsidRPr="009C54AE" w:rsidR="00D05296" w:rsidP="009C54AE" w:rsidRDefault="00D0529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75138" w:rsidR="00D05296" w:rsidP="00D4428C" w:rsidRDefault="00D4428C" w14:paraId="5CFA085F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wiedzy w zakresie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 xml:space="preserve"> alternatywy dla małżeństwa i różne typy rodzin oraz pełnione przez nie funkcje </w:t>
            </w:r>
          </w:p>
        </w:tc>
        <w:tc>
          <w:tcPr>
            <w:tcW w:w="8819" w:type="dxa"/>
            <w:vMerge/>
            <w:vAlign w:val="center"/>
          </w:tcPr>
          <w:p w:rsidRPr="009C54AE" w:rsidR="00D05296" w:rsidP="009C54AE" w:rsidRDefault="00D05296" w14:paraId="3DEEC66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xmlns:wp14="http://schemas.microsoft.com/office/word/2010/wordml" w:rsidRPr="009C54AE" w:rsidR="00D05296" w:rsidTr="00D05296" w14:paraId="1C121664" wp14:textId="77777777">
        <w:tc>
          <w:tcPr>
            <w:tcW w:w="851" w:type="dxa"/>
            <w:vAlign w:val="center"/>
          </w:tcPr>
          <w:p w:rsidRPr="009C54AE" w:rsidR="00D05296" w:rsidP="009C54AE" w:rsidRDefault="00D0529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D75138" w:rsidR="00D05296" w:rsidP="00D4428C" w:rsidRDefault="00D4428C" w14:paraId="499CAAE9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Kształtowanie umiejętności a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>uje czynniki wpływające na przeobrażenia zachodzące w rodzinie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Pr="009C54AE" w:rsidR="00D05296" w:rsidP="009C54AE" w:rsidRDefault="00D05296" w14:paraId="3656B9A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049F31C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57D24B9F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57D24B9F" w14:paraId="0B9405C7" wp14:textId="77777777">
        <w:tc>
          <w:tcPr>
            <w:tcW w:w="1701" w:type="dxa"/>
            <w:tcMar/>
          </w:tcPr>
          <w:p w:rsidRPr="00251671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167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251671" w:rsidR="0085747A" w:rsidP="00251671" w:rsidRDefault="00251671" w14:paraId="2D7AAF2F" wp14:textId="4F04F729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57D24B9F" w:rsidR="0025167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</w:t>
            </w:r>
            <w:r w:rsidRPr="57D24B9F" w:rsidR="7BFAC76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posiada wiedzę w zakresie</w:t>
            </w:r>
            <w:r w:rsidRPr="57D24B9F" w:rsidR="0025167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7D24B9F" w:rsidR="006414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mechaniz</w:t>
            </w:r>
            <w:r w:rsidRPr="57D24B9F" w:rsidR="00C006C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mów</w:t>
            </w:r>
            <w:r w:rsidRPr="57D24B9F" w:rsidR="006414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funkcjonowania człowieka w strukturach społecznych</w:t>
            </w:r>
            <w:r w:rsidRPr="57D24B9F" w:rsidR="237DB3E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a także w</w:t>
            </w:r>
            <w:r w:rsidRPr="57D24B9F" w:rsidR="006414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instytucjach życia publicznego</w:t>
            </w:r>
          </w:p>
        </w:tc>
        <w:tc>
          <w:tcPr>
            <w:tcW w:w="1873" w:type="dxa"/>
            <w:tcMar/>
          </w:tcPr>
          <w:p w:rsidRPr="00251671" w:rsidR="00251671" w:rsidP="00251671" w:rsidRDefault="00251671" w14:paraId="38CA2EE1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K_W08</w:t>
            </w:r>
          </w:p>
          <w:p w:rsidRPr="00251671" w:rsidR="0085747A" w:rsidP="009C54AE" w:rsidRDefault="0085747A" w14:paraId="5312826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522BF3" w:rsidTr="57D24B9F" w14:paraId="170782D7" wp14:textId="77777777">
        <w:trPr>
          <w:trHeight w:val="3232"/>
        </w:trPr>
        <w:tc>
          <w:tcPr>
            <w:tcW w:w="1701" w:type="dxa"/>
            <w:tcMar/>
          </w:tcPr>
          <w:p w:rsidRPr="00251671" w:rsidR="00522BF3" w:rsidP="009C54AE" w:rsidRDefault="00522BF3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251671" w:rsidR="00522BF3" w:rsidP="00F035A4" w:rsidRDefault="00522BF3" w14:paraId="0764CA7D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 w:rsidR="00C367A4">
              <w:rPr>
                <w:rFonts w:ascii="Corbel" w:hAnsi="Corbel"/>
                <w:color w:val="000000"/>
                <w:sz w:val="24"/>
                <w:szCs w:val="24"/>
              </w:rPr>
              <w:t>potrafi wykorzystywać</w:t>
            </w:r>
            <w:r w:rsidR="00C806F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836B4">
              <w:rPr>
                <w:rFonts w:ascii="Corbel" w:hAnsi="Corbel"/>
                <w:color w:val="000000"/>
                <w:sz w:val="24"/>
                <w:szCs w:val="24"/>
              </w:rPr>
              <w:t xml:space="preserve">zdobytą wiedzę </w:t>
            </w:r>
            <w:r w:rsidR="00165697">
              <w:rPr>
                <w:rFonts w:ascii="Corbel" w:hAnsi="Corbel"/>
                <w:color w:val="000000"/>
                <w:sz w:val="24"/>
                <w:szCs w:val="24"/>
              </w:rPr>
              <w:t xml:space="preserve">o procesach, które zachodzą w społeczeństwie </w:t>
            </w: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</w:t>
            </w:r>
          </w:p>
        </w:tc>
        <w:tc>
          <w:tcPr>
            <w:tcW w:w="1873" w:type="dxa"/>
            <w:tcMar/>
          </w:tcPr>
          <w:p w:rsidRPr="00251671" w:rsidR="00522BF3" w:rsidP="00251671" w:rsidRDefault="00522BF3" w14:paraId="5E6EAEE4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K_U02</w:t>
            </w:r>
          </w:p>
          <w:p w:rsidRPr="00251671" w:rsidR="00522BF3" w:rsidP="009C54AE" w:rsidRDefault="00522BF3" w14:paraId="62486C0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D4428C" w:rsidTr="57D24B9F" w14:paraId="357B861F" wp14:textId="77777777">
        <w:trPr>
          <w:trHeight w:val="1493"/>
        </w:trPr>
        <w:tc>
          <w:tcPr>
            <w:tcW w:w="1701" w:type="dxa"/>
            <w:tcMar/>
          </w:tcPr>
          <w:p w:rsidRPr="00251671" w:rsidR="00D4428C" w:rsidP="009C54AE" w:rsidRDefault="00D4428C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D4428C" w:rsidR="00D4428C" w:rsidP="00D4428C" w:rsidRDefault="00D4428C" w14:paraId="50EE4CE9" wp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posługuje się </w:t>
            </w:r>
            <w:r w:rsidRPr="00D4428C" w:rsidR="00667E8D">
              <w:rPr>
                <w:rFonts w:ascii="Corbel" w:hAnsi="Corbel" w:cs="Calibri"/>
                <w:color w:val="000000"/>
                <w:sz w:val="24"/>
                <w:szCs w:val="24"/>
              </w:rPr>
              <w:t>fundamentalnymi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podejściami teoretycznymi </w:t>
            </w:r>
            <w:r w:rsidR="00667E8D">
              <w:rPr>
                <w:rFonts w:ascii="Corbel" w:hAnsi="Corbel" w:cs="Calibri"/>
                <w:color w:val="000000"/>
                <w:sz w:val="24"/>
                <w:szCs w:val="24"/>
              </w:rPr>
              <w:t>podczas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analizowani</w:t>
            </w:r>
            <w:r w:rsidR="00667E8D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667E8D">
              <w:rPr>
                <w:rFonts w:ascii="Corbel" w:hAnsi="Corbel" w:cs="Calibri"/>
                <w:color w:val="000000"/>
                <w:sz w:val="24"/>
                <w:szCs w:val="24"/>
              </w:rPr>
              <w:t>poszczególnych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aspektów ludzkich zachowań w celu diagnozowania, prognozowania </w:t>
            </w:r>
            <w:r w:rsidR="00024F9A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formułowania programów działań socjalnych</w:t>
            </w:r>
          </w:p>
          <w:p w:rsidR="00D4428C" w:rsidP="00251671" w:rsidRDefault="00D4428C" w14:paraId="4101652C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Mar/>
          </w:tcPr>
          <w:p w:rsidRPr="00251671" w:rsidR="00D4428C" w:rsidP="00251671" w:rsidRDefault="00D4428C" w14:paraId="69B49A12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K_K05</w:t>
            </w:r>
          </w:p>
        </w:tc>
      </w:tr>
    </w:tbl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1299C43A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DCD0AC1" wp14:textId="77777777">
        <w:tc>
          <w:tcPr>
            <w:tcW w:w="9639" w:type="dxa"/>
          </w:tcPr>
          <w:p w:rsidRPr="00E926C7" w:rsidR="0085747A" w:rsidP="00E926C7" w:rsidRDefault="00E926C7" w14:paraId="0CAEB2F3" wp14:textId="7777777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Ewolucyjne ramy rodziny.</w:t>
            </w:r>
          </w:p>
        </w:tc>
      </w:tr>
      <w:tr xmlns:wp14="http://schemas.microsoft.com/office/word/2010/wordml" w:rsidRPr="009C54AE" w:rsidR="0085747A" w:rsidTr="00923D7D" w14:paraId="4984A4F1" wp14:textId="77777777">
        <w:tc>
          <w:tcPr>
            <w:tcW w:w="9639" w:type="dxa"/>
          </w:tcPr>
          <w:p w:rsidRPr="00E926C7" w:rsidR="0085747A" w:rsidP="00E926C7" w:rsidRDefault="00E926C7" w14:paraId="364509A8" wp14:textId="7777777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Małżeństwo i rodzina: aspekt instytucjonalny i interakcyjny.</w:t>
            </w:r>
          </w:p>
        </w:tc>
      </w:tr>
      <w:tr xmlns:wp14="http://schemas.microsoft.com/office/word/2010/wordml" w:rsidRPr="009C54AE" w:rsidR="0085747A" w:rsidTr="00923D7D" w14:paraId="5256BCE1" wp14:textId="77777777">
        <w:tc>
          <w:tcPr>
            <w:tcW w:w="9639" w:type="dxa"/>
          </w:tcPr>
          <w:p w:rsidRPr="00E926C7" w:rsidR="0085747A" w:rsidP="00E926C7" w:rsidRDefault="00E926C7" w14:paraId="750400B9" wp14:textId="7777777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lastRenderedPageBreak/>
              <w:t xml:space="preserve">Typy rodziny. </w:t>
            </w:r>
          </w:p>
        </w:tc>
      </w:tr>
      <w:tr xmlns:wp14="http://schemas.microsoft.com/office/word/2010/wordml" w:rsidRPr="009C54AE" w:rsidR="00E926C7" w:rsidTr="00923D7D" w14:paraId="2A6B1BC4" wp14:textId="77777777">
        <w:tc>
          <w:tcPr>
            <w:tcW w:w="9639" w:type="dxa"/>
          </w:tcPr>
          <w:p w:rsidRPr="00D75138" w:rsidR="00E926C7" w:rsidP="00E926C7" w:rsidRDefault="00E926C7" w14:paraId="628F9DF6" wp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Teorie i ideologie rodziny.</w:t>
            </w:r>
          </w:p>
        </w:tc>
      </w:tr>
      <w:tr xmlns:wp14="http://schemas.microsoft.com/office/word/2010/wordml" w:rsidRPr="009C54AE" w:rsidR="00E926C7" w:rsidTr="00923D7D" w14:paraId="17DAB04E" wp14:textId="77777777">
        <w:tc>
          <w:tcPr>
            <w:tcW w:w="9639" w:type="dxa"/>
          </w:tcPr>
          <w:p w:rsidRPr="00D75138" w:rsidR="00E926C7" w:rsidP="00E926C7" w:rsidRDefault="00E926C7" w14:paraId="6F311CC1" wp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Struktura i funkcje małżeństwa i rodziny.</w:t>
            </w:r>
          </w:p>
        </w:tc>
      </w:tr>
      <w:tr xmlns:wp14="http://schemas.microsoft.com/office/word/2010/wordml" w:rsidRPr="009C54AE" w:rsidR="00E926C7" w:rsidTr="00923D7D" w14:paraId="18C7B67D" wp14:textId="77777777">
        <w:tc>
          <w:tcPr>
            <w:tcW w:w="9639" w:type="dxa"/>
          </w:tcPr>
          <w:p w:rsidRPr="00D75138" w:rsidR="00E926C7" w:rsidP="00E926C7" w:rsidRDefault="00E926C7" w14:paraId="404385D4" wp14:textId="7777777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Procesy wewnątrzrodzinne /cykl życia rodziny, style życia w rodzinie, podział pracy, socjalizacja, reprodukcja struktury społecznej, rozpad rodziny/.</w:t>
            </w:r>
          </w:p>
        </w:tc>
      </w:tr>
      <w:tr xmlns:wp14="http://schemas.microsoft.com/office/word/2010/wordml" w:rsidRPr="009C54AE" w:rsidR="00E926C7" w:rsidTr="00923D7D" w14:paraId="78ABD941" wp14:textId="77777777">
        <w:tc>
          <w:tcPr>
            <w:tcW w:w="9639" w:type="dxa"/>
          </w:tcPr>
          <w:p w:rsidRPr="00D75138" w:rsidR="00E926C7" w:rsidP="00E926C7" w:rsidRDefault="00E926C7" w14:paraId="75B54681" wp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Historia rodziny w kulturze zachodniej. Rodzina w różnych kulturach.</w:t>
            </w:r>
          </w:p>
        </w:tc>
      </w:tr>
      <w:tr xmlns:wp14="http://schemas.microsoft.com/office/word/2010/wordml" w:rsidRPr="009C54AE" w:rsidR="00E926C7" w:rsidTr="00923D7D" w14:paraId="30C39D55" wp14:textId="77777777">
        <w:tc>
          <w:tcPr>
            <w:tcW w:w="9639" w:type="dxa"/>
          </w:tcPr>
          <w:p w:rsidRPr="00D75138" w:rsidR="00E926C7" w:rsidP="00E926C7" w:rsidRDefault="00E926C7" w14:paraId="7FDF4B0C" wp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Rodzina współczesna /kryzys rodziny, morfologia pary, nowe ojcostwo i nowe macierzyństwo/.</w:t>
            </w:r>
          </w:p>
        </w:tc>
      </w:tr>
      <w:tr xmlns:wp14="http://schemas.microsoft.com/office/word/2010/wordml" w:rsidRPr="009C54AE" w:rsidR="00E926C7" w:rsidTr="00923D7D" w14:paraId="1C39507B" wp14:textId="77777777">
        <w:tc>
          <w:tcPr>
            <w:tcW w:w="9639" w:type="dxa"/>
          </w:tcPr>
          <w:p w:rsidRPr="00D75138" w:rsidR="00E926C7" w:rsidP="00E926C7" w:rsidRDefault="00E926C7" w14:paraId="0E31D8DE" wp14:textId="7777777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Alternatywne formy życia małżeńsko-rodzinnego.</w:t>
            </w:r>
          </w:p>
        </w:tc>
      </w:tr>
      <w:tr xmlns:wp14="http://schemas.microsoft.com/office/word/2010/wordml" w:rsidRPr="009C54AE" w:rsidR="00E926C7" w:rsidTr="00923D7D" w14:paraId="6C283CF7" wp14:textId="77777777">
        <w:tc>
          <w:tcPr>
            <w:tcW w:w="9639" w:type="dxa"/>
          </w:tcPr>
          <w:p w:rsidRPr="00D75138" w:rsidR="00E926C7" w:rsidP="00E926C7" w:rsidRDefault="00E926C7" w14:paraId="365EF46E" wp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Socjologiczne badania nad rodziną.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461D7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57D24B9F" w14:paraId="55225495" wp14:textId="77777777">
        <w:tc>
          <w:tcPr>
            <w:tcW w:w="9639" w:type="dxa"/>
            <w:tcMar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234957" w:rsidTr="57D24B9F" w14:paraId="44268C20" wp14:textId="77777777">
        <w:tc>
          <w:tcPr>
            <w:tcW w:w="9639" w:type="dxa"/>
            <w:tcMar/>
          </w:tcPr>
          <w:p w:rsidR="00234957" w:rsidP="000C04BC" w:rsidRDefault="00234957" w14:paraId="0426B8F2" wp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>Teoria autonomicznej rodziny małej i krytyka koncepcji  rodziny  nuklearnej.</w:t>
            </w:r>
          </w:p>
          <w:p w:rsidRPr="000B1F68" w:rsidR="009B6AD1" w:rsidP="000C04BC" w:rsidRDefault="009B6AD1" w14:paraId="3CF2D8B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234957" w:rsidTr="57D24B9F" w14:paraId="3FF8B0CF" wp14:textId="77777777">
        <w:tc>
          <w:tcPr>
            <w:tcW w:w="9639" w:type="dxa"/>
            <w:tcMar/>
          </w:tcPr>
          <w:p w:rsidR="009B6AD1" w:rsidP="57D24B9F" w:rsidRDefault="00234957" w14:paraId="0C08C9F7" wp14:textId="6EA98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7D24B9F" w:rsidR="76872BD7">
              <w:rPr>
                <w:rFonts w:ascii="Corbel" w:hAnsi="Corbel"/>
                <w:sz w:val="24"/>
                <w:szCs w:val="24"/>
              </w:rPr>
              <w:t>Cykl życia rodziny</w:t>
            </w:r>
            <w:r w:rsidRPr="57D24B9F" w:rsidR="009B6AD1">
              <w:rPr>
                <w:rFonts w:ascii="Corbel" w:hAnsi="Corbel"/>
                <w:sz w:val="24"/>
                <w:szCs w:val="24"/>
              </w:rPr>
              <w:t>.</w:t>
            </w:r>
          </w:p>
          <w:p w:rsidRPr="000B1F68" w:rsidR="00234957" w:rsidP="000C04BC" w:rsidRDefault="00234957" w14:paraId="29D6B04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234957" w:rsidTr="57D24B9F" w14:paraId="56ECF960" wp14:textId="77777777">
        <w:tc>
          <w:tcPr>
            <w:tcW w:w="9639" w:type="dxa"/>
            <w:tcMar/>
          </w:tcPr>
          <w:p w:rsidR="009B6AD1" w:rsidP="000C04BC" w:rsidRDefault="00234957" w14:paraId="6D20EBAA" wp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Alternatywne modele rodzin. </w:t>
            </w: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  <w:r w:rsidR="009B6AD1">
              <w:rPr>
                <w:rFonts w:ascii="Corbel" w:hAnsi="Corbel"/>
                <w:bCs/>
                <w:spacing w:val="-4"/>
                <w:sz w:val="24"/>
                <w:szCs w:val="24"/>
              </w:rPr>
              <w:t>.</w:t>
            </w:r>
          </w:p>
          <w:p w:rsidRPr="000B1F68" w:rsidR="00234957" w:rsidP="000C04BC" w:rsidRDefault="00234957" w14:paraId="0A6959E7" wp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234957" w:rsidTr="57D24B9F" w14:paraId="7F6FD4EB" wp14:textId="77777777">
        <w:tc>
          <w:tcPr>
            <w:tcW w:w="9639" w:type="dxa"/>
            <w:tcMar/>
          </w:tcPr>
          <w:p w:rsidR="009B6AD1" w:rsidP="000C04BC" w:rsidRDefault="00234957" w14:paraId="25F0B2D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Konflikty w rodzinie – rozwody, separacja, konflikt wokół zasobów i podziału pracy</w:t>
            </w:r>
            <w:r w:rsidR="009B6AD1">
              <w:rPr>
                <w:rFonts w:ascii="Corbel" w:hAnsi="Corbel"/>
                <w:sz w:val="24"/>
                <w:szCs w:val="24"/>
              </w:rPr>
              <w:t>.</w:t>
            </w:r>
          </w:p>
          <w:p w:rsidRPr="000B1F68" w:rsidR="00234957" w:rsidP="000C04BC" w:rsidRDefault="00234957" w14:paraId="0DFAE634" wp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xmlns:wp14="http://schemas.microsoft.com/office/word/2010/wordml" w:rsidRPr="009C54AE" w:rsidR="00234957" w:rsidTr="57D24B9F" w14:paraId="3962F470" wp14:textId="77777777">
        <w:tc>
          <w:tcPr>
            <w:tcW w:w="9639" w:type="dxa"/>
            <w:tcMar/>
          </w:tcPr>
          <w:p w:rsidR="00234957" w:rsidP="000C04BC" w:rsidRDefault="00234957" w14:paraId="5FC77C29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  <w:p w:rsidRPr="000B1F68" w:rsidR="009B6AD1" w:rsidP="000C04BC" w:rsidRDefault="009B6AD1" w14:paraId="0FB78278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234957" w:rsidTr="57D24B9F" w14:paraId="1FFFC654" wp14:textId="77777777">
        <w:tc>
          <w:tcPr>
            <w:tcW w:w="9639" w:type="dxa"/>
            <w:tcMar/>
          </w:tcPr>
          <w:p w:rsidR="00234957" w:rsidP="000C04BC" w:rsidRDefault="00234957" w14:paraId="3384F3C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Małżeństwo i rodzina w Polsce  i na świecie – sytuacja i kierunek przeobrażeń. Wybrane badania socjologiczne dotyczące współczesnych rodzin.</w:t>
            </w:r>
          </w:p>
          <w:p w:rsidRPr="000B1F68" w:rsidR="009B6AD1" w:rsidP="000C04BC" w:rsidRDefault="009B6AD1" w14:paraId="1FC39945" wp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9C54AE" w:rsidR="00234957" w:rsidTr="57D24B9F" w14:paraId="088BF89F" wp14:textId="77777777">
        <w:tc>
          <w:tcPr>
            <w:tcW w:w="9639" w:type="dxa"/>
            <w:tcMar/>
          </w:tcPr>
          <w:p w:rsidR="00234957" w:rsidP="000C04BC" w:rsidRDefault="00234957" w14:paraId="01917B2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Problemy społeczne rodzin i pomoc socjalna państwa. Ubóstwo rodzin w Polsce.</w:t>
            </w:r>
          </w:p>
          <w:p w:rsidRPr="000B1F68" w:rsidR="009B6AD1" w:rsidP="000C04BC" w:rsidRDefault="009B6AD1" w14:paraId="0562CB0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6414A4" w:rsidR="00E960BB" w:rsidP="006414A4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E960BB" w:rsidP="009C54AE" w:rsidRDefault="00E960BB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251671" w:rsidR="006414A4" w:rsidP="006414A4" w:rsidRDefault="006414A4" w14:paraId="6D98A12B" wp14:textId="77777777">
      <w:pPr>
        <w:spacing w:after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57D24B9F" w:rsidRDefault="00C41469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57D24B9F" w:rsidR="00C61DC5">
        <w:rPr>
          <w:rFonts w:ascii="Corbel" w:hAnsi="Corbel"/>
          <w:caps w:val="0"/>
          <w:smallCaps w:val="0"/>
        </w:rPr>
        <w:lastRenderedPageBreak/>
        <w:t xml:space="preserve">4. </w:t>
      </w:r>
      <w:r w:rsidRPr="57D24B9F" w:rsidR="0085747A">
        <w:rPr>
          <w:rFonts w:ascii="Corbel" w:hAnsi="Corbel"/>
          <w:caps w:val="0"/>
          <w:smallCaps w:val="0"/>
        </w:rPr>
        <w:t>METODY I KRYTERIA OCENY</w:t>
      </w:r>
      <w:r w:rsidRPr="57D24B9F" w:rsidR="009F4610">
        <w:rPr>
          <w:rFonts w:ascii="Corbel" w:hAnsi="Corbel"/>
          <w:caps w:val="0"/>
          <w:smallCaps w:val="0"/>
        </w:rPr>
        <w:t xml:space="preserve"> </w:t>
      </w:r>
    </w:p>
    <w:p xmlns:wp14="http://schemas.microsoft.com/office/word/2010/wordml" w:rsidRPr="009C54AE" w:rsidR="00923D7D" w:rsidP="009C54AE" w:rsidRDefault="00923D7D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6B33BD51" wp14:textId="77777777">
        <w:tc>
          <w:tcPr>
            <w:tcW w:w="1985" w:type="dxa"/>
          </w:tcPr>
          <w:p w:rsidRPr="00251671" w:rsidR="0085747A" w:rsidP="009C54AE" w:rsidRDefault="00251671" w14:paraId="57B5F2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251671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Pr="00795C1F" w:rsidR="0085747A" w:rsidP="009C54AE" w:rsidRDefault="00795C1F" w14:paraId="021F56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795C1F" w14:paraId="0745D7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xmlns:wp14="http://schemas.microsoft.com/office/word/2010/wordml" w:rsidRPr="009C54AE" w:rsidR="0085747A" w:rsidTr="00C05F44" w14:paraId="11642E6D" wp14:textId="77777777">
        <w:tc>
          <w:tcPr>
            <w:tcW w:w="1985" w:type="dxa"/>
          </w:tcPr>
          <w:p w:rsidRPr="00251671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795C1F" w14:paraId="55B043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795C1F" w14:paraId="2FD812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xmlns:wp14="http://schemas.microsoft.com/office/word/2010/wordml" w:rsidRPr="009C54AE" w:rsidR="00251671" w:rsidTr="00C05F44" w14:paraId="32AA2F48" wp14:textId="77777777">
        <w:tc>
          <w:tcPr>
            <w:tcW w:w="1985" w:type="dxa"/>
          </w:tcPr>
          <w:p w:rsidRPr="00251671" w:rsidR="00251671" w:rsidP="009C54AE" w:rsidRDefault="00251671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251671" w:rsidP="009C54AE" w:rsidRDefault="00795C1F" w14:paraId="480EA5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Pr="009C54AE" w:rsidR="00251671" w:rsidP="009C54AE" w:rsidRDefault="00795C1F" w14:paraId="633E17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xmlns:wp14="http://schemas.microsoft.com/office/word/2010/wordml" w:rsidRPr="009C54AE" w:rsidR="00923D7D" w:rsidP="009C54AE" w:rsidRDefault="00923D7D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B699379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57D24B9F" w14:paraId="0A5D7FC7" wp14:textId="77777777">
        <w:trPr>
          <w:trHeight w:val="1787"/>
        </w:trPr>
        <w:tc>
          <w:tcPr>
            <w:tcW w:w="9670" w:type="dxa"/>
            <w:tcMar/>
          </w:tcPr>
          <w:p w:rsidRPr="009C54AE" w:rsidR="0085747A" w:rsidP="009C54AE" w:rsidRDefault="0085747A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5C1F" w:rsidP="00795C1F" w:rsidRDefault="00795C1F" w14:paraId="69DAF1FE" wp14:textId="77777777">
            <w:pPr>
              <w:rPr>
                <w:rFonts w:ascii="Corbel" w:hAnsi="Corbel"/>
                <w:sz w:val="24"/>
                <w:szCs w:val="24"/>
              </w:rPr>
            </w:pPr>
            <w:r w:rsidRPr="57D24B9F" w:rsidR="7B4607E8">
              <w:rPr>
                <w:rFonts w:ascii="Corbel" w:hAnsi="Corbel"/>
                <w:sz w:val="24"/>
                <w:szCs w:val="24"/>
              </w:rPr>
              <w:t>Wykład:</w:t>
            </w:r>
            <w:r w:rsidRPr="57D24B9F" w:rsidR="7B4607E8">
              <w:rPr>
                <w:rFonts w:ascii="Corbel" w:hAnsi="Corbel"/>
                <w:sz w:val="24"/>
                <w:szCs w:val="24"/>
              </w:rPr>
              <w:t xml:space="preserve"> e</w:t>
            </w:r>
            <w:r w:rsidRPr="57D24B9F" w:rsidR="7B4607E8">
              <w:rPr>
                <w:rFonts w:ascii="Corbel" w:hAnsi="Corbel"/>
                <w:sz w:val="24"/>
                <w:szCs w:val="24"/>
              </w:rPr>
              <w:t>gzamin pisemny</w:t>
            </w:r>
            <w:r w:rsidRPr="57D24B9F" w:rsidR="7B4607E8">
              <w:rPr>
                <w:rFonts w:ascii="Corbel" w:hAnsi="Corbel"/>
                <w:sz w:val="24"/>
                <w:szCs w:val="24"/>
              </w:rPr>
              <w:t xml:space="preserve"> w formie testu wielokrotnego wyboru.</w:t>
            </w:r>
          </w:p>
          <w:p w:rsidR="3B0E754B" w:rsidRDefault="3B0E754B" w14:paraId="7A796E5E" w14:textId="73BDA42E">
            <w:r w:rsidRPr="57D24B9F" w:rsidR="3B0E754B">
              <w:rPr>
                <w:rFonts w:ascii="Corbel" w:hAnsi="Corbel" w:eastAsia="Corbel" w:cs="Corbel"/>
                <w:b w:val="0"/>
                <w:bCs w:val="0"/>
                <w:smallCaps w:val="1"/>
                <w:noProof w:val="0"/>
                <w:sz w:val="24"/>
                <w:szCs w:val="24"/>
                <w:lang w:val="pl-PL"/>
              </w:rPr>
              <w:t>Egzamin testowy (15 pytań). Każde pytanie oceniane jest punktami 1 lub 0. Ocena pozytywna min. 60 % poprawnych odpowiedzi. Punktacja: 0-7 – 2,0, 8-9 – 3,0, 10-11 – 3,5, 12-13 – 4,0, 14 – 4,5, 15 – 5,0.</w:t>
            </w:r>
          </w:p>
          <w:p w:rsidR="57D24B9F" w:rsidP="57D24B9F" w:rsidRDefault="57D24B9F" w14:paraId="720BE7C7" w14:textId="4041D57E">
            <w:pPr>
              <w:pStyle w:val="Normalny"/>
              <w:rPr>
                <w:rFonts w:ascii="Corbel" w:hAnsi="Corbel"/>
                <w:sz w:val="24"/>
                <w:szCs w:val="24"/>
              </w:rPr>
            </w:pPr>
          </w:p>
          <w:p w:rsidRPr="00795C1F" w:rsidR="0085747A" w:rsidP="00795C1F" w:rsidRDefault="00795C1F" w14:paraId="0E293EAC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5C1F">
              <w:rPr>
                <w:rFonts w:ascii="Corbel" w:hAnsi="Corbel"/>
                <w:sz w:val="24"/>
                <w:szCs w:val="24"/>
              </w:rPr>
              <w:t>Ćwiczenia: zaliczenie z oceną (ustalenie oceny zaliczeniowej na pods</w:t>
            </w:r>
            <w:r w:rsidR="00F07A4B">
              <w:rPr>
                <w:rFonts w:ascii="Corbel" w:hAnsi="Corbel"/>
                <w:sz w:val="24"/>
                <w:szCs w:val="24"/>
              </w:rPr>
              <w:t>tawie ocen cząstkowych z: kolokwium pisemnego</w:t>
            </w:r>
            <w:r w:rsidRPr="00795C1F">
              <w:rPr>
                <w:rFonts w:ascii="Corbel" w:hAnsi="Corbel"/>
                <w:sz w:val="24"/>
                <w:szCs w:val="24"/>
              </w:rPr>
              <w:t xml:space="preserve"> w formie testu wielokrotnego wyboru, przygotowania do zajęć i aktywności).</w:t>
            </w:r>
          </w:p>
        </w:tc>
      </w:tr>
    </w:tbl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95C1F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409F0BAA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795C1F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C61DC5" w:rsidTr="00923D7D" w14:paraId="5789C832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95C1F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85747A" w:rsidTr="00923D7D" w14:paraId="2CD9AD09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95C1F" w14:paraId="5AA05B6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Pr="009C54AE" w:rsidR="0085747A" w:rsidTr="00923D7D" w14:paraId="42922784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95C1F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3E1941" w:rsidP="009B6AD1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B6AD1" w:rsidR="00D80C79" w:rsidP="009B6AD1" w:rsidRDefault="00D80C79" w14:paraId="61CDCEAD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D80C79" w:rsidTr="0071620A" w14:paraId="0E8E8FC4" wp14:textId="77777777">
        <w:trPr>
          <w:trHeight w:val="397"/>
        </w:trPr>
        <w:tc>
          <w:tcPr>
            <w:tcW w:w="3544" w:type="dxa"/>
          </w:tcPr>
          <w:p w:rsidRPr="009C54AE" w:rsidR="00D80C79" w:rsidP="00D80C79" w:rsidRDefault="00D80C79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D80C79" w:rsidP="00D80C79" w:rsidRDefault="00D80C79" w14:paraId="5AA2FE90" wp14:textId="77777777">
            <w:pPr>
              <w:rPr>
                <w:b/>
                <w:smallCaps/>
              </w:rPr>
            </w:pPr>
            <w:r w:rsidRPr="006B78D2">
              <w:t>Nie dotyczy</w:t>
            </w:r>
          </w:p>
        </w:tc>
      </w:tr>
      <w:tr xmlns:wp14="http://schemas.microsoft.com/office/word/2010/wordml" w:rsidRPr="009C54AE" w:rsidR="00D80C79" w:rsidTr="0071620A" w14:paraId="605F859D" wp14:textId="77777777">
        <w:trPr>
          <w:trHeight w:val="397"/>
        </w:trPr>
        <w:tc>
          <w:tcPr>
            <w:tcW w:w="3544" w:type="dxa"/>
          </w:tcPr>
          <w:p w:rsidRPr="009C54AE" w:rsidR="00D80C79" w:rsidP="00D80C79" w:rsidRDefault="00D80C79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D80C79" w:rsidP="00D80C79" w:rsidRDefault="00D80C79" w14:paraId="37524492" wp14:textId="77777777">
            <w:pPr>
              <w:rPr>
                <w:b/>
                <w:smallCaps/>
              </w:rPr>
            </w:pPr>
            <w:r w:rsidRPr="006B78D2"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D80C79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2E562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522BF3" w14:paraId="4D332E17" wp14:textId="77777777">
        <w:trPr>
          <w:trHeight w:val="274"/>
        </w:trPr>
        <w:tc>
          <w:tcPr>
            <w:tcW w:w="7513" w:type="dxa"/>
          </w:tcPr>
          <w:p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80C79" w:rsidP="009C54AE" w:rsidRDefault="00D80C79" w14:paraId="07547A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B45D7" w:rsidR="00234957" w:rsidP="00234957" w:rsidRDefault="00234957" w14:paraId="4194FD5E" wp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Szlendak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T.</w:t>
            </w:r>
            <w:r w:rsidR="00A6531D">
              <w:rPr>
                <w:rFonts w:ascii="Corbel" w:hAnsi="Corbel"/>
                <w:bCs/>
                <w:sz w:val="24"/>
                <w:szCs w:val="24"/>
              </w:rPr>
              <w:t xml:space="preserve"> (</w:t>
            </w:r>
            <w:r w:rsidRPr="00BB45D7" w:rsidR="00A6531D">
              <w:rPr>
                <w:rFonts w:ascii="Corbel" w:hAnsi="Corbel"/>
                <w:bCs/>
                <w:sz w:val="24"/>
                <w:szCs w:val="24"/>
              </w:rPr>
              <w:t>2010</w:t>
            </w:r>
            <w:r w:rsidR="00A6531D">
              <w:rPr>
                <w:rFonts w:ascii="Corbel" w:hAnsi="Corbel"/>
                <w:bCs/>
                <w:sz w:val="24"/>
                <w:szCs w:val="24"/>
              </w:rPr>
              <w:t xml:space="preserve">).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Socjologia rodziny</w:t>
            </w:r>
            <w:r w:rsidR="003C51DF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Warszawa</w:t>
            </w:r>
            <w:r w:rsidR="003C51DF">
              <w:rPr>
                <w:rFonts w:ascii="Corbel" w:hAnsi="Corbel"/>
                <w:bCs/>
                <w:sz w:val="24"/>
                <w:szCs w:val="24"/>
              </w:rPr>
              <w:t xml:space="preserve">: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934BF" w:rsidR="003934BF">
              <w:rPr>
                <w:rFonts w:ascii="Corbel" w:hAnsi="Corbel"/>
                <w:bCs/>
                <w:sz w:val="24"/>
                <w:szCs w:val="24"/>
              </w:rPr>
              <w:t>Wydawnictwo Naukowe PWN</w:t>
            </w:r>
            <w:r w:rsidR="003934BF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BB45D7" w:rsidR="00234957" w:rsidP="00234957" w:rsidRDefault="00234957" w14:paraId="0E6220F4" wp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BB45D7">
              <w:rPr>
                <w:rFonts w:ascii="Corbel" w:hAnsi="Corbel"/>
                <w:sz w:val="24"/>
                <w:szCs w:val="24"/>
              </w:rPr>
              <w:t>Slany</w:t>
            </w:r>
            <w:proofErr w:type="spellEnd"/>
            <w:r w:rsidRPr="00BB45D7">
              <w:rPr>
                <w:rFonts w:ascii="Corbel" w:hAnsi="Corbel"/>
                <w:sz w:val="24"/>
                <w:szCs w:val="24"/>
              </w:rPr>
              <w:t xml:space="preserve"> K.</w:t>
            </w:r>
            <w:r w:rsidR="00610241"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Alternatywne formy życia małżeńsko-rodzinnego w ponowoczesnym świecie, Kraków</w:t>
            </w:r>
            <w:r w:rsidR="003B52A3">
              <w:rPr>
                <w:rFonts w:ascii="Corbel" w:hAnsi="Corbel"/>
                <w:sz w:val="24"/>
                <w:szCs w:val="24"/>
              </w:rPr>
              <w:t xml:space="preserve">: </w:t>
            </w:r>
            <w:r w:rsidR="00584D45">
              <w:rPr>
                <w:rFonts w:ascii="Corbel" w:hAnsi="Corbel"/>
                <w:sz w:val="24"/>
                <w:szCs w:val="24"/>
              </w:rPr>
              <w:t>Wydawnictwo</w:t>
            </w:r>
            <w:r w:rsidR="003B52A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B52A3">
              <w:rPr>
                <w:rFonts w:ascii="Corbel" w:hAnsi="Corbel"/>
                <w:sz w:val="24"/>
                <w:szCs w:val="24"/>
              </w:rPr>
              <w:t>Nomos</w:t>
            </w:r>
            <w:proofErr w:type="spellEnd"/>
            <w:r w:rsidR="00D34647">
              <w:rPr>
                <w:rFonts w:ascii="Corbel" w:hAnsi="Corbel"/>
                <w:sz w:val="24"/>
                <w:szCs w:val="24"/>
              </w:rPr>
              <w:t>.</w:t>
            </w:r>
          </w:p>
          <w:p w:rsidRPr="00BB45D7" w:rsidR="00234957" w:rsidP="00234957" w:rsidRDefault="00234957" w14:paraId="1AD3FFB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Giza-</w:t>
            </w: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Poleszczuk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A.</w:t>
            </w:r>
            <w:r w:rsidR="009C69A8"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Rodzina i system społeczny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[</w:t>
            </w:r>
            <w:r w:rsidRPr="00BB45D7">
              <w:rPr>
                <w:rFonts w:ascii="Corbel" w:hAnsi="Corbel"/>
                <w:sz w:val="24"/>
                <w:szCs w:val="24"/>
              </w:rPr>
              <w:t>w:</w:t>
            </w:r>
            <w:r>
              <w:rPr>
                <w:rFonts w:ascii="Corbel" w:hAnsi="Corbel"/>
                <w:sz w:val="24"/>
                <w:szCs w:val="24"/>
              </w:rPr>
              <w:t>]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M. </w:t>
            </w: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Marody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Wymiary życia społecznego. Polska na przełomie XX i XXI w.</w:t>
            </w:r>
            <w:r w:rsidRPr="00BB45D7">
              <w:rPr>
                <w:rFonts w:ascii="Corbel" w:hAnsi="Corbel"/>
                <w:sz w:val="24"/>
                <w:szCs w:val="24"/>
              </w:rPr>
              <w:t>, Warszawa</w:t>
            </w:r>
            <w:r w:rsidR="002C1D4C">
              <w:rPr>
                <w:rFonts w:ascii="Corbel" w:hAnsi="Corbel"/>
                <w:sz w:val="24"/>
                <w:szCs w:val="24"/>
              </w:rPr>
              <w:t>: Scholar.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34957" w:rsidR="00234957" w:rsidP="00234957" w:rsidRDefault="00234957" w14:paraId="07DFDCFE" wp14:textId="77777777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234957">
              <w:rPr>
                <w:rFonts w:ascii="Corbel" w:hAnsi="Corbel"/>
                <w:sz w:val="24"/>
                <w:szCs w:val="24"/>
              </w:rPr>
              <w:t>Adamski F.</w:t>
            </w:r>
            <w:r w:rsidR="009F66C6"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Rodzina. Wymiar społeczno-kulturowy, Kraków</w:t>
            </w:r>
            <w:r w:rsidR="009F66C6">
              <w:rPr>
                <w:rFonts w:ascii="Corbel" w:hAnsi="Corbel"/>
                <w:sz w:val="24"/>
                <w:szCs w:val="24"/>
              </w:rPr>
              <w:t>: Wydawnictwo UJ.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85747A" w:rsidTr="0071620A" w14:paraId="6CD6D5CD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0C79" w:rsidP="009C54AE" w:rsidRDefault="00D80C79" w14:paraId="5043CB0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B45D7" w:rsidR="00234957" w:rsidP="00234957" w:rsidRDefault="00234957" w14:paraId="5E99EF12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Adamski F.</w:t>
            </w:r>
            <w:r w:rsidR="00897E13">
              <w:rPr>
                <w:rFonts w:ascii="Corbel" w:hAnsi="Corbel" w:cs="Arial"/>
                <w:sz w:val="24"/>
              </w:rPr>
              <w:t xml:space="preserve"> (1984).</w:t>
            </w:r>
            <w:r w:rsidRPr="00BB45D7">
              <w:rPr>
                <w:rFonts w:ascii="Corbel" w:hAnsi="Corbel" w:cs="Arial"/>
                <w:sz w:val="24"/>
              </w:rPr>
              <w:t xml:space="preserve"> Socjologia małżeństwa i rodziny, Warszawa</w:t>
            </w:r>
            <w:r w:rsidR="00897E13">
              <w:rPr>
                <w:rFonts w:ascii="Corbel" w:hAnsi="Corbel" w:cs="Arial"/>
                <w:sz w:val="24"/>
              </w:rPr>
              <w:t>: Wydawnictwo PWN.</w:t>
            </w:r>
          </w:p>
          <w:p w:rsidRPr="00BB45D7" w:rsidR="00234957" w:rsidP="00234957" w:rsidRDefault="00234957" w14:paraId="5F791C83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 xml:space="preserve">Badora S., </w:t>
            </w:r>
            <w:proofErr w:type="spellStart"/>
            <w:r w:rsidRPr="00BB45D7">
              <w:rPr>
                <w:rFonts w:ascii="Corbel" w:hAnsi="Corbel" w:cs="Arial"/>
                <w:sz w:val="24"/>
              </w:rPr>
              <w:t>Czeredrecka</w:t>
            </w:r>
            <w:proofErr w:type="spellEnd"/>
            <w:r w:rsidRPr="00BB45D7">
              <w:rPr>
                <w:rFonts w:ascii="Corbel" w:hAnsi="Corbel" w:cs="Arial"/>
                <w:sz w:val="24"/>
              </w:rPr>
              <w:t xml:space="preserve"> B., Marzec D.</w:t>
            </w:r>
            <w:r w:rsidR="003D2D06">
              <w:rPr>
                <w:rFonts w:ascii="Corbel" w:hAnsi="Corbel" w:cs="Arial"/>
                <w:sz w:val="24"/>
              </w:rPr>
              <w:t xml:space="preserve"> (2001).</w:t>
            </w:r>
            <w:r w:rsidRPr="00BB45D7">
              <w:rPr>
                <w:rFonts w:ascii="Corbel" w:hAnsi="Corbel" w:cs="Arial"/>
                <w:sz w:val="24"/>
              </w:rPr>
              <w:t xml:space="preserve"> Rodzina i formy jej wspomagania, Kraków</w:t>
            </w:r>
            <w:r w:rsidR="00E1324B">
              <w:rPr>
                <w:rFonts w:ascii="Corbel" w:hAnsi="Corbel" w:cs="Arial"/>
                <w:sz w:val="24"/>
              </w:rPr>
              <w:t>: Impuls.</w:t>
            </w:r>
          </w:p>
          <w:p w:rsidRPr="00BB45D7" w:rsidR="00234957" w:rsidP="00234957" w:rsidRDefault="00234957" w14:paraId="47BD7F0D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>
              <w:rPr>
                <w:rFonts w:ascii="Corbel" w:hAnsi="Corbel" w:cs="Arial"/>
                <w:sz w:val="24"/>
              </w:rPr>
              <w:t>Balcerzak-Paradowska B.</w:t>
            </w:r>
            <w:r w:rsidRPr="00BB45D7">
              <w:rPr>
                <w:rFonts w:ascii="Corbel" w:hAnsi="Corbel" w:cs="Arial"/>
                <w:sz w:val="24"/>
              </w:rPr>
              <w:t xml:space="preserve"> </w:t>
            </w:r>
            <w:r w:rsidR="0003251E">
              <w:rPr>
                <w:rFonts w:ascii="Corbel" w:hAnsi="Corbel" w:cs="Arial"/>
                <w:sz w:val="24"/>
              </w:rPr>
              <w:t xml:space="preserve">(1997). </w:t>
            </w:r>
            <w:r w:rsidRPr="00BB45D7">
              <w:rPr>
                <w:rFonts w:ascii="Corbel" w:hAnsi="Corbel" w:cs="Arial"/>
                <w:sz w:val="24"/>
              </w:rPr>
              <w:t>Rodzina wielodzietna w Polsce, Warszawa</w:t>
            </w:r>
            <w:r w:rsidR="0086468A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515D15D7" wp14:textId="77777777">
            <w:pPr>
              <w:pStyle w:val="Tekstpodstawowywcity"/>
              <w:tabs>
                <w:tab w:val="left" w:pos="0"/>
                <w:tab w:val="right" w:pos="612"/>
              </w:tabs>
              <w:spacing w:after="0"/>
              <w:ind w:left="0"/>
              <w:rPr>
                <w:rFonts w:ascii="Corbel" w:hAnsi="Corbel"/>
                <w:szCs w:val="24"/>
              </w:rPr>
            </w:pPr>
            <w:r w:rsidRPr="00BB45D7">
              <w:rPr>
                <w:rFonts w:ascii="Corbel" w:hAnsi="Corbel"/>
                <w:szCs w:val="24"/>
              </w:rPr>
              <w:t>Duch-</w:t>
            </w:r>
            <w:proofErr w:type="spellStart"/>
            <w:r w:rsidRPr="00BB45D7">
              <w:rPr>
                <w:rFonts w:ascii="Corbel" w:hAnsi="Corbel"/>
                <w:szCs w:val="24"/>
              </w:rPr>
              <w:t>Krzystoszek</w:t>
            </w:r>
            <w:proofErr w:type="spellEnd"/>
            <w:r w:rsidRPr="00BB45D7">
              <w:rPr>
                <w:rFonts w:ascii="Corbel" w:hAnsi="Corbel"/>
                <w:szCs w:val="24"/>
              </w:rPr>
              <w:t xml:space="preserve"> D.</w:t>
            </w:r>
            <w:r w:rsidR="00A60BF7">
              <w:rPr>
                <w:rFonts w:ascii="Corbel" w:hAnsi="Corbel"/>
                <w:szCs w:val="24"/>
              </w:rPr>
              <w:t xml:space="preserve"> (2007).</w:t>
            </w:r>
            <w:r w:rsidRPr="00BB45D7">
              <w:rPr>
                <w:rFonts w:ascii="Corbel" w:hAnsi="Corbel"/>
                <w:szCs w:val="24"/>
              </w:rPr>
              <w:t xml:space="preserve"> Kto rządzi w rodzinie. Socjologiczna analiza relacji w małżeństwie</w:t>
            </w:r>
            <w:r>
              <w:rPr>
                <w:rFonts w:ascii="Corbel" w:hAnsi="Corbel"/>
                <w:szCs w:val="24"/>
              </w:rPr>
              <w:t>,</w:t>
            </w:r>
            <w:r w:rsidRPr="00BB45D7">
              <w:rPr>
                <w:rFonts w:ascii="Corbel" w:hAnsi="Corbel"/>
                <w:szCs w:val="24"/>
              </w:rPr>
              <w:t xml:space="preserve"> Warszawa</w:t>
            </w:r>
            <w:r w:rsidR="00D54F7B">
              <w:rPr>
                <w:rFonts w:ascii="Corbel" w:hAnsi="Corbel"/>
                <w:szCs w:val="24"/>
              </w:rPr>
              <w:t xml:space="preserve">: </w:t>
            </w:r>
            <w:r w:rsidRPr="00D54F7B" w:rsidR="00D54F7B">
              <w:rPr>
                <w:rFonts w:ascii="Corbel" w:hAnsi="Corbel"/>
                <w:szCs w:val="24"/>
              </w:rPr>
              <w:t>Wydaw</w:t>
            </w:r>
            <w:r w:rsidR="00135CBA">
              <w:rPr>
                <w:rFonts w:ascii="Corbel" w:hAnsi="Corbel"/>
                <w:szCs w:val="24"/>
              </w:rPr>
              <w:t>nictwo</w:t>
            </w:r>
            <w:r w:rsidRPr="00D54F7B" w:rsidR="00D54F7B">
              <w:rPr>
                <w:rFonts w:ascii="Corbel" w:hAnsi="Corbel"/>
                <w:szCs w:val="24"/>
              </w:rPr>
              <w:t xml:space="preserve"> Instytutu Filozofii i Socjologii Polskiej Akademii Nauk</w:t>
            </w:r>
            <w:r w:rsidR="00D54F7B">
              <w:rPr>
                <w:rFonts w:ascii="Corbel" w:hAnsi="Corbel"/>
                <w:szCs w:val="24"/>
              </w:rPr>
              <w:t>.</w:t>
            </w:r>
          </w:p>
          <w:p w:rsidRPr="00BB45D7" w:rsidR="00234957" w:rsidP="00234957" w:rsidRDefault="00234957" w14:paraId="58EB307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Duch-Krzysztoszek D.</w:t>
            </w:r>
            <w:r w:rsidR="00E039E6">
              <w:rPr>
                <w:rFonts w:ascii="Corbel" w:hAnsi="Corbel"/>
                <w:sz w:val="24"/>
                <w:szCs w:val="24"/>
              </w:rPr>
              <w:t xml:space="preserve"> (1999)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Małżeństwo, seks, prokreacja, Warszawa</w:t>
            </w:r>
            <w:r w:rsidR="00E039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039E6" w:rsidR="00DF0468">
              <w:rPr>
                <w:rFonts w:ascii="Corbel" w:hAnsi="Corbel"/>
                <w:sz w:val="24"/>
                <w:szCs w:val="24"/>
              </w:rPr>
              <w:t>Wydaw</w:t>
            </w:r>
            <w:r w:rsidR="00DF0468">
              <w:rPr>
                <w:rFonts w:ascii="Corbel" w:hAnsi="Corbel"/>
                <w:sz w:val="24"/>
                <w:szCs w:val="24"/>
              </w:rPr>
              <w:t>nictwo</w:t>
            </w:r>
            <w:r w:rsidR="00E039E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039E6" w:rsidR="00E039E6"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 w:rsidRPr="00E039E6" w:rsidR="00E039E6">
              <w:rPr>
                <w:rFonts w:ascii="Corbel" w:hAnsi="Corbel"/>
                <w:sz w:val="24"/>
                <w:szCs w:val="24"/>
              </w:rPr>
              <w:t xml:space="preserve"> PAN </w:t>
            </w:r>
          </w:p>
          <w:p w:rsidRPr="00BB45D7" w:rsidR="00234957" w:rsidP="00234957" w:rsidRDefault="00234957" w14:paraId="6CC23482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Dyczewski L.</w:t>
            </w:r>
            <w:r w:rsidR="00F331ED">
              <w:rPr>
                <w:rFonts w:ascii="Corbel" w:hAnsi="Corbel" w:cs="Arial"/>
                <w:sz w:val="24"/>
              </w:rPr>
              <w:t xml:space="preserve"> (2003).</w:t>
            </w:r>
            <w:r w:rsidRPr="00BB45D7">
              <w:rPr>
                <w:rFonts w:ascii="Corbel" w:hAnsi="Corbel" w:cs="Arial"/>
                <w:sz w:val="24"/>
              </w:rPr>
              <w:t xml:space="preserve"> Rodzina – społeczeństwo – państwo, Lublin</w:t>
            </w:r>
            <w:r w:rsidR="000D5401">
              <w:rPr>
                <w:rFonts w:ascii="Corbel" w:hAnsi="Corbel" w:cs="Arial"/>
                <w:sz w:val="24"/>
              </w:rPr>
              <w:t xml:space="preserve">: </w:t>
            </w:r>
            <w:r w:rsidRPr="000D5401" w:rsidR="000D5401">
              <w:rPr>
                <w:rFonts w:ascii="Corbel" w:hAnsi="Corbel" w:cs="Arial"/>
                <w:sz w:val="24"/>
              </w:rPr>
              <w:t>Wydaw. TN KUL</w:t>
            </w:r>
            <w:r w:rsidR="000D5401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38E2093F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Dyczewski L.</w:t>
            </w:r>
            <w:r w:rsidR="00406C9A">
              <w:rPr>
                <w:rFonts w:ascii="Corbel" w:hAnsi="Corbel" w:cs="Arial"/>
                <w:sz w:val="24"/>
              </w:rPr>
              <w:t xml:space="preserve"> (2003).</w:t>
            </w:r>
            <w:r w:rsidRPr="00BB45D7">
              <w:rPr>
                <w:rFonts w:ascii="Corbel" w:hAnsi="Corbel" w:cs="Arial"/>
                <w:sz w:val="24"/>
              </w:rPr>
              <w:t xml:space="preserve"> Rodzina twórcą i przekazicielem kultury, Lublin</w:t>
            </w:r>
            <w:r w:rsidR="00406C9A">
              <w:rPr>
                <w:rFonts w:ascii="Corbel" w:hAnsi="Corbel" w:cs="Arial"/>
                <w:sz w:val="24"/>
              </w:rPr>
              <w:t xml:space="preserve">: </w:t>
            </w:r>
            <w:r w:rsidRPr="00406C9A" w:rsidR="00406C9A">
              <w:rPr>
                <w:rFonts w:ascii="Corbel" w:hAnsi="Corbel" w:cs="Arial"/>
                <w:sz w:val="24"/>
              </w:rPr>
              <w:t>Wydaw. TN KUL</w:t>
            </w:r>
            <w:r w:rsidR="00406C9A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0B9DB41C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Kocik L.</w:t>
            </w:r>
            <w:r w:rsidR="006C717C">
              <w:rPr>
                <w:rFonts w:ascii="Corbel" w:hAnsi="Corbel" w:cs="Arial"/>
                <w:sz w:val="24"/>
              </w:rPr>
              <w:t xml:space="preserve"> (2002).</w:t>
            </w:r>
            <w:r w:rsidRPr="00BB45D7">
              <w:rPr>
                <w:rFonts w:ascii="Corbel" w:hAnsi="Corbel" w:cs="Arial"/>
                <w:sz w:val="24"/>
              </w:rPr>
              <w:t xml:space="preserve"> Wzory małżeństwa i rodziny. Od tradycyjnej jednorodności do współczesnych skrajności, Kraków</w:t>
            </w:r>
            <w:r w:rsidR="00C43568">
              <w:rPr>
                <w:rFonts w:ascii="Corbel" w:hAnsi="Corbel" w:cs="Arial"/>
                <w:sz w:val="24"/>
              </w:rPr>
              <w:t>: Oficyna Wydawnicza AFM.</w:t>
            </w:r>
          </w:p>
          <w:p w:rsidRPr="00BB45D7" w:rsidR="00234957" w:rsidP="00234957" w:rsidRDefault="00234957" w14:paraId="27B4C5CD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Kryczka P. (</w:t>
            </w:r>
            <w:r w:rsidR="005902D3">
              <w:rPr>
                <w:rFonts w:ascii="Corbel" w:hAnsi="Corbel" w:cs="Arial"/>
                <w:sz w:val="24"/>
              </w:rPr>
              <w:t>1997).</w:t>
            </w:r>
            <w:r w:rsidRPr="00BB45D7">
              <w:rPr>
                <w:rFonts w:ascii="Corbel" w:hAnsi="Corbel" w:cs="Arial"/>
                <w:sz w:val="24"/>
              </w:rPr>
              <w:t xml:space="preserve"> Rodzina w zmieniającym się społeczeństwie, Lublin</w:t>
            </w:r>
            <w:r w:rsidR="004A3E12">
              <w:rPr>
                <w:rFonts w:ascii="Corbel" w:hAnsi="Corbel" w:cs="Arial"/>
                <w:sz w:val="24"/>
              </w:rPr>
              <w:t xml:space="preserve">: </w:t>
            </w:r>
            <w:r w:rsidRPr="004A3E12" w:rsidR="004A3E12">
              <w:rPr>
                <w:rFonts w:ascii="Corbel" w:hAnsi="Corbel" w:cs="Arial"/>
                <w:sz w:val="24"/>
              </w:rPr>
              <w:t>Wydawnictw KUL</w:t>
            </w:r>
            <w:r w:rsidR="004A3E12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1B989966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proofErr w:type="spellStart"/>
            <w:r>
              <w:rPr>
                <w:rFonts w:ascii="Corbel" w:hAnsi="Corbel" w:cs="Arial"/>
                <w:sz w:val="24"/>
              </w:rPr>
              <w:t>Kurzynowski</w:t>
            </w:r>
            <w:proofErr w:type="spellEnd"/>
            <w:r>
              <w:rPr>
                <w:rFonts w:ascii="Corbel" w:hAnsi="Corbel" w:cs="Arial"/>
                <w:sz w:val="24"/>
              </w:rPr>
              <w:t xml:space="preserve"> A.</w:t>
            </w:r>
            <w:r w:rsidRPr="00BB45D7">
              <w:rPr>
                <w:rFonts w:ascii="Corbel" w:hAnsi="Corbel" w:cs="Arial"/>
                <w:sz w:val="24"/>
              </w:rPr>
              <w:t xml:space="preserve"> (</w:t>
            </w:r>
            <w:r w:rsidR="003C0127">
              <w:rPr>
                <w:rFonts w:ascii="Corbel" w:hAnsi="Corbel" w:cs="Arial"/>
                <w:sz w:val="24"/>
              </w:rPr>
              <w:t>1995</w:t>
            </w:r>
            <w:r w:rsidRPr="00BB45D7">
              <w:rPr>
                <w:rFonts w:ascii="Corbel" w:hAnsi="Corbel" w:cs="Arial"/>
                <w:sz w:val="24"/>
              </w:rPr>
              <w:t>), Rodzina w okresie transformacji systemowej, Warszawa</w:t>
            </w:r>
            <w:r w:rsidR="002E6B80">
              <w:rPr>
                <w:rFonts w:ascii="Corbel" w:hAnsi="Corbel" w:cs="Arial"/>
                <w:sz w:val="24"/>
              </w:rPr>
              <w:t xml:space="preserve">: </w:t>
            </w:r>
            <w:r w:rsidRPr="007C4B60" w:rsidR="007C4B60">
              <w:rPr>
                <w:rFonts w:ascii="Corbel" w:hAnsi="Corbel" w:cs="Arial"/>
                <w:sz w:val="24"/>
              </w:rPr>
              <w:t>WSP TWP</w:t>
            </w:r>
            <w:r w:rsidR="009C115D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202DCF4B" wp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Kwak A.</w:t>
            </w:r>
            <w:r w:rsidR="004B7A71">
              <w:rPr>
                <w:rFonts w:ascii="Corbel" w:hAnsi="Corbel"/>
                <w:bCs/>
                <w:sz w:val="24"/>
                <w:szCs w:val="24"/>
              </w:rPr>
              <w:t xml:space="preserve"> (2005).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Rodzina w dobie przemian. Małżeństwo i </w:t>
            </w:r>
            <w:proofErr w:type="spellStart"/>
            <w:r w:rsidRPr="00BB45D7">
              <w:rPr>
                <w:rFonts w:ascii="Corbel" w:hAnsi="Corbel"/>
                <w:bCs/>
                <w:sz w:val="24"/>
                <w:szCs w:val="24"/>
              </w:rPr>
              <w:t>kohabitacja</w:t>
            </w:r>
            <w:proofErr w:type="spellEnd"/>
            <w:r w:rsidRPr="00BB45D7">
              <w:rPr>
                <w:rFonts w:ascii="Corbel" w:hAnsi="Corbel"/>
                <w:bCs/>
                <w:sz w:val="24"/>
                <w:szCs w:val="24"/>
              </w:rPr>
              <w:t>, Warszawa</w:t>
            </w:r>
            <w:r w:rsidR="004B7A71">
              <w:rPr>
                <w:rFonts w:ascii="Corbel" w:hAnsi="Corbel"/>
                <w:bCs/>
                <w:sz w:val="24"/>
                <w:szCs w:val="24"/>
              </w:rPr>
              <w:t>: Żak.</w:t>
            </w:r>
          </w:p>
          <w:p w:rsidRPr="00BB45D7" w:rsidR="00234957" w:rsidP="00234957" w:rsidRDefault="00234957" w14:paraId="5E68401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Siemieńska R. (</w:t>
            </w:r>
            <w:r w:rsidR="005D4CD1">
              <w:rPr>
                <w:rFonts w:ascii="Corbel" w:hAnsi="Corbel"/>
                <w:sz w:val="24"/>
                <w:szCs w:val="24"/>
              </w:rPr>
              <w:t>2003</w:t>
            </w:r>
            <w:r w:rsidRPr="00BB45D7">
              <w:rPr>
                <w:rFonts w:ascii="Corbel" w:hAnsi="Corbel"/>
                <w:sz w:val="24"/>
                <w:szCs w:val="24"/>
              </w:rPr>
              <w:t>)</w:t>
            </w:r>
            <w:r w:rsidR="005D4CD1"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Płeć jako czynnik różnicujący, Warszawa</w:t>
            </w:r>
            <w:r w:rsidR="00477A3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77A3B" w:rsidR="00477A3B">
              <w:rPr>
                <w:rFonts w:ascii="Corbel" w:hAnsi="Corbel"/>
                <w:sz w:val="24"/>
                <w:szCs w:val="24"/>
              </w:rPr>
              <w:t>Scholar</w:t>
            </w:r>
            <w:r w:rsidR="00477A3B">
              <w:rPr>
                <w:rFonts w:ascii="Corbel" w:hAnsi="Corbel"/>
                <w:sz w:val="24"/>
                <w:szCs w:val="24"/>
              </w:rPr>
              <w:t>.</w:t>
            </w:r>
          </w:p>
          <w:p w:rsidRPr="00BB45D7" w:rsidR="00234957" w:rsidP="00234957" w:rsidRDefault="00234957" w14:paraId="005EC87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Tyszka Z. (</w:t>
            </w:r>
            <w:r w:rsidR="009C7660">
              <w:rPr>
                <w:rFonts w:ascii="Corbel" w:hAnsi="Corbel"/>
                <w:bCs/>
                <w:sz w:val="24"/>
                <w:szCs w:val="24"/>
              </w:rPr>
              <w:t>2004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Blaski i cienie życia rodzinnego</w:t>
            </w:r>
            <w:r w:rsidR="00082955"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5A2F30">
              <w:rPr>
                <w:rFonts w:ascii="Corbel" w:hAnsi="Corbel"/>
                <w:sz w:val="24"/>
                <w:szCs w:val="24"/>
              </w:rPr>
              <w:t>: UAM.</w:t>
            </w:r>
          </w:p>
          <w:p w:rsidRPr="00BB45D7" w:rsidR="00234957" w:rsidP="00234957" w:rsidRDefault="00234957" w14:paraId="3B8F7125" wp14:textId="77777777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Tyszka Z. (</w:t>
            </w:r>
            <w:r w:rsidR="00FC12B8">
              <w:rPr>
                <w:rFonts w:ascii="Corbel" w:hAnsi="Corbel"/>
                <w:sz w:val="24"/>
                <w:szCs w:val="24"/>
              </w:rPr>
              <w:t>2001</w:t>
            </w:r>
            <w:r w:rsidRPr="00BB45D7">
              <w:rPr>
                <w:rFonts w:ascii="Corbel" w:hAnsi="Corbel"/>
                <w:sz w:val="24"/>
                <w:szCs w:val="24"/>
              </w:rPr>
              <w:t>.), Współczesne rodziny polskie – ich stan i kierunek przemian, Poznań</w:t>
            </w:r>
            <w:r w:rsidR="00082955">
              <w:rPr>
                <w:rFonts w:ascii="Corbel" w:hAnsi="Corbel"/>
                <w:sz w:val="24"/>
                <w:szCs w:val="24"/>
              </w:rPr>
              <w:t>: UAM.</w:t>
            </w:r>
          </w:p>
          <w:p w:rsidRPr="00BB45D7" w:rsidR="00234957" w:rsidP="00234957" w:rsidRDefault="00234957" w14:paraId="38285D14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 w:rsidR="004D102E">
              <w:rPr>
                <w:rFonts w:ascii="Corbel" w:hAnsi="Corbel" w:cs="Arial"/>
                <w:sz w:val="24"/>
              </w:rPr>
              <w:t xml:space="preserve"> (1979). </w:t>
            </w:r>
            <w:r w:rsidRPr="00BB45D7">
              <w:rPr>
                <w:rFonts w:ascii="Corbel" w:hAnsi="Corbel" w:cs="Arial"/>
                <w:sz w:val="24"/>
              </w:rPr>
              <w:t>Socjologia rodziny, Warszawa</w:t>
            </w:r>
            <w:r w:rsidR="003E11D3">
              <w:rPr>
                <w:rFonts w:ascii="Corbel" w:hAnsi="Corbel" w:cs="Arial"/>
                <w:sz w:val="24"/>
              </w:rPr>
              <w:t>: PWN.</w:t>
            </w:r>
          </w:p>
          <w:p w:rsidRPr="00BB45D7" w:rsidR="00234957" w:rsidP="00234957" w:rsidRDefault="00234957" w14:paraId="1DA2B6E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</w:rPr>
              <w:t>Tyszka Z.</w:t>
            </w:r>
            <w:r w:rsidRPr="00BB45D7">
              <w:rPr>
                <w:rFonts w:ascii="Corbel" w:hAnsi="Corbel" w:cs="Arial"/>
                <w:sz w:val="24"/>
              </w:rPr>
              <w:t xml:space="preserve"> (</w:t>
            </w:r>
            <w:r w:rsidR="005C1CAF">
              <w:rPr>
                <w:rFonts w:ascii="Corbel" w:hAnsi="Corbel" w:cs="Arial"/>
                <w:sz w:val="24"/>
              </w:rPr>
              <w:t>2001</w:t>
            </w:r>
            <w:r w:rsidRPr="00BB45D7">
              <w:rPr>
                <w:rFonts w:ascii="Corbel" w:hAnsi="Corbel" w:cs="Arial"/>
                <w:sz w:val="24"/>
              </w:rPr>
              <w:t>), Współczesne rodziny polskie - ich stan i kierunek przemian, Poznań</w:t>
            </w:r>
            <w:r w:rsidR="00F43658">
              <w:rPr>
                <w:rFonts w:ascii="Corbel" w:hAnsi="Corbel" w:cs="Arial"/>
                <w:sz w:val="24"/>
              </w:rPr>
              <w:t xml:space="preserve">: </w:t>
            </w:r>
            <w:r w:rsidR="001409C3">
              <w:rPr>
                <w:rFonts w:ascii="Corbel" w:hAnsi="Corbel" w:cs="Arial"/>
                <w:sz w:val="24"/>
              </w:rPr>
              <w:t>UAM</w:t>
            </w:r>
            <w:r w:rsidRPr="00BB45D7">
              <w:rPr>
                <w:rFonts w:ascii="Corbel" w:hAnsi="Corbel" w:cs="Arial"/>
                <w:sz w:val="24"/>
              </w:rPr>
              <w:t xml:space="preserve">. </w:t>
            </w:r>
          </w:p>
          <w:p w:rsidRPr="00BB45D7" w:rsidR="00234957" w:rsidP="00234957" w:rsidRDefault="00234957" w14:paraId="73DF9AD5" wp14:textId="77777777">
            <w:pPr>
              <w:pStyle w:val="Tekstpodstawowywcity"/>
              <w:tabs>
                <w:tab w:val="left" w:pos="0"/>
                <w:tab w:val="right" w:pos="612"/>
              </w:tabs>
              <w:spacing w:after="0"/>
              <w:ind w:left="0"/>
              <w:rPr>
                <w:rFonts w:ascii="Corbel" w:hAnsi="Corbel"/>
                <w:bCs/>
                <w:szCs w:val="24"/>
              </w:rPr>
            </w:pPr>
            <w:r w:rsidRPr="00BB45D7">
              <w:rPr>
                <w:rFonts w:ascii="Corbel" w:hAnsi="Corbel"/>
                <w:bCs/>
                <w:szCs w:val="24"/>
              </w:rPr>
              <w:t>Tyszka Z.</w:t>
            </w:r>
            <w:r w:rsidR="00350159">
              <w:rPr>
                <w:rFonts w:ascii="Corbel" w:hAnsi="Corbel"/>
                <w:bCs/>
                <w:szCs w:val="24"/>
              </w:rPr>
              <w:t>(2002)</w:t>
            </w:r>
            <w:r w:rsidRPr="00BB45D7">
              <w:rPr>
                <w:rFonts w:ascii="Corbel" w:hAnsi="Corbel"/>
                <w:bCs/>
                <w:szCs w:val="24"/>
              </w:rPr>
              <w:t xml:space="preserve"> Rodzina we współczesnym świecie, Poznań</w:t>
            </w:r>
            <w:r w:rsidR="00582504">
              <w:rPr>
                <w:rFonts w:ascii="Corbel" w:hAnsi="Corbel"/>
                <w:bCs/>
                <w:szCs w:val="24"/>
              </w:rPr>
              <w:t>: UAM.</w:t>
            </w:r>
          </w:p>
          <w:p w:rsidRPr="00BB45D7" w:rsidR="00234957" w:rsidP="00234957" w:rsidRDefault="00234957" w14:paraId="0D217246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 w:rsidR="0063331F">
              <w:rPr>
                <w:rFonts w:ascii="Corbel" w:hAnsi="Corbel" w:cs="Arial"/>
                <w:sz w:val="24"/>
              </w:rPr>
              <w:t xml:space="preserve"> (2001). </w:t>
            </w:r>
            <w:r w:rsidRPr="00BB45D7">
              <w:rPr>
                <w:rFonts w:ascii="Corbel" w:hAnsi="Corbel" w:cs="Arial"/>
                <w:sz w:val="24"/>
              </w:rPr>
              <w:t>System metodologiczny wieloaspektowej integralnej analizy życia rodzinnego, Poznań</w:t>
            </w:r>
            <w:r w:rsidR="00CD5711">
              <w:rPr>
                <w:rFonts w:ascii="Corbel" w:hAnsi="Corbel" w:cs="Arial"/>
                <w:sz w:val="24"/>
              </w:rPr>
              <w:t>: UAM.</w:t>
            </w:r>
          </w:p>
          <w:p w:rsidRPr="00BB45D7" w:rsidR="00234957" w:rsidP="00234957" w:rsidRDefault="00234957" w14:paraId="14B45B69" wp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 w:rsidR="00236795">
              <w:rPr>
                <w:rFonts w:ascii="Corbel" w:hAnsi="Corbel" w:cs="Arial"/>
                <w:sz w:val="24"/>
              </w:rPr>
              <w:t xml:space="preserve"> (1997)</w:t>
            </w:r>
            <w:r w:rsidRPr="00BB45D7">
              <w:rPr>
                <w:rFonts w:ascii="Corbel" w:hAnsi="Corbel" w:cs="Arial"/>
                <w:sz w:val="24"/>
              </w:rPr>
              <w:t xml:space="preserve"> Wachowiak A., Podstawowe pojęcia i zagadnienia </w:t>
            </w:r>
            <w:r w:rsidRPr="00BB45D7">
              <w:rPr>
                <w:rFonts w:ascii="Corbel" w:hAnsi="Corbel" w:cs="Arial"/>
                <w:sz w:val="24"/>
              </w:rPr>
              <w:lastRenderedPageBreak/>
              <w:t>socjologii rodziny, Poznań</w:t>
            </w:r>
            <w:r w:rsidR="00F13D8E">
              <w:rPr>
                <w:rFonts w:ascii="Corbel" w:hAnsi="Corbel" w:cs="Arial"/>
                <w:sz w:val="24"/>
              </w:rPr>
              <w:t>. UAM.</w:t>
            </w:r>
          </w:p>
          <w:p w:rsidRPr="00BB45D7" w:rsidR="00234957" w:rsidP="00234957" w:rsidRDefault="00234957" w14:paraId="0A17644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Warzywoda-Kruszyńska W., Szukalski P. (</w:t>
            </w:r>
            <w:r w:rsidR="009959F9">
              <w:rPr>
                <w:rFonts w:ascii="Corbel" w:hAnsi="Corbel"/>
                <w:bCs/>
                <w:sz w:val="24"/>
                <w:szCs w:val="24"/>
              </w:rPr>
              <w:t>2001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.)</w:t>
            </w:r>
            <w:r w:rsidR="009959F9"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Rodzina w zmieniającym się społeczeństwie polskim</w:t>
            </w:r>
            <w:r w:rsidRPr="00BB45D7">
              <w:rPr>
                <w:rFonts w:ascii="Corbel" w:hAnsi="Corbel"/>
                <w:sz w:val="24"/>
                <w:szCs w:val="24"/>
              </w:rPr>
              <w:t>, Łódź</w:t>
            </w:r>
            <w:r w:rsidR="009959F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959F9" w:rsidR="009959F9">
              <w:rPr>
                <w:rFonts w:ascii="Corbel" w:hAnsi="Corbel"/>
                <w:sz w:val="24"/>
                <w:szCs w:val="24"/>
              </w:rPr>
              <w:t>Wydaw. Uniwersytetu Łódzkiego</w:t>
            </w:r>
            <w:r w:rsidR="009959F9">
              <w:rPr>
                <w:rFonts w:ascii="Corbel" w:hAnsi="Corbel"/>
                <w:sz w:val="24"/>
                <w:szCs w:val="24"/>
              </w:rPr>
              <w:t>.</w:t>
            </w:r>
          </w:p>
          <w:p w:rsidRPr="00234957" w:rsidR="00234957" w:rsidP="00234957" w:rsidRDefault="00234957" w14:paraId="6FB13BC8" wp14:textId="77777777">
            <w:pPr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234957">
              <w:rPr>
                <w:rFonts w:ascii="Corbel" w:hAnsi="Corbel"/>
                <w:sz w:val="24"/>
                <w:szCs w:val="24"/>
              </w:rPr>
              <w:t>Ziemska M., Kwak A.</w:t>
            </w:r>
            <w:r w:rsidR="00EE4983">
              <w:rPr>
                <w:rFonts w:ascii="Corbel" w:hAnsi="Corbel"/>
                <w:sz w:val="24"/>
                <w:szCs w:val="24"/>
              </w:rPr>
              <w:t xml:space="preserve"> (1982).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Funkcjonowanie rodziny a problemy profilaktyki społecznej i resocjalizacji, Warszawa</w:t>
            </w:r>
            <w:r w:rsidR="005E575A">
              <w:rPr>
                <w:rFonts w:ascii="Corbel" w:hAnsi="Corbel"/>
                <w:sz w:val="24"/>
                <w:szCs w:val="24"/>
              </w:rPr>
              <w:t>: UW.</w:t>
            </w:r>
          </w:p>
        </w:tc>
      </w:tr>
    </w:tbl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D80C79" w:rsidR="005D7361" w:rsidP="00D80C79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</w:t>
      </w:r>
      <w:r w:rsidR="009B6AD1">
        <w:rPr>
          <w:rFonts w:ascii="Corbel" w:hAnsi="Corbel"/>
          <w:b w:val="0"/>
          <w:smallCaps w:val="0"/>
          <w:szCs w:val="24"/>
        </w:rPr>
        <w:t>j</w:t>
      </w:r>
    </w:p>
    <w:sectPr w:rsidRPr="00D80C79" w:rsidR="005D7361" w:rsidSect="00D80C79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39784C" w:rsidP="00C16ABF" w:rsidRDefault="0039784C" w14:paraId="6DFB9E2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9784C" w:rsidP="00C16ABF" w:rsidRDefault="0039784C" w14:paraId="70DF9E5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39784C" w:rsidP="00C16ABF" w:rsidRDefault="0039784C" w14:paraId="44E871B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9784C" w:rsidP="00C16ABF" w:rsidRDefault="0039784C" w14:paraId="144A5D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3475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0E8"/>
    <w:rsid w:val="000077B4"/>
    <w:rsid w:val="00015B8F"/>
    <w:rsid w:val="00020B7D"/>
    <w:rsid w:val="00022ECE"/>
    <w:rsid w:val="00024F9A"/>
    <w:rsid w:val="0003251E"/>
    <w:rsid w:val="00042A51"/>
    <w:rsid w:val="00042D2E"/>
    <w:rsid w:val="00044C82"/>
    <w:rsid w:val="00060ECF"/>
    <w:rsid w:val="00070ED6"/>
    <w:rsid w:val="000742DC"/>
    <w:rsid w:val="00082955"/>
    <w:rsid w:val="00084C12"/>
    <w:rsid w:val="000908E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401"/>
    <w:rsid w:val="000E7E89"/>
    <w:rsid w:val="000F1C57"/>
    <w:rsid w:val="000F5615"/>
    <w:rsid w:val="00124BFF"/>
    <w:rsid w:val="0012560E"/>
    <w:rsid w:val="00125F35"/>
    <w:rsid w:val="00127108"/>
    <w:rsid w:val="00134B13"/>
    <w:rsid w:val="00135CBA"/>
    <w:rsid w:val="001409C3"/>
    <w:rsid w:val="00146BC0"/>
    <w:rsid w:val="00153C41"/>
    <w:rsid w:val="00154381"/>
    <w:rsid w:val="001571AF"/>
    <w:rsid w:val="001640A7"/>
    <w:rsid w:val="00164FA7"/>
    <w:rsid w:val="00165697"/>
    <w:rsid w:val="00166A03"/>
    <w:rsid w:val="001718A7"/>
    <w:rsid w:val="001737CF"/>
    <w:rsid w:val="00176083"/>
    <w:rsid w:val="0019273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957"/>
    <w:rsid w:val="00236795"/>
    <w:rsid w:val="0024028F"/>
    <w:rsid w:val="00244ABC"/>
    <w:rsid w:val="00251671"/>
    <w:rsid w:val="00281FF2"/>
    <w:rsid w:val="002857DE"/>
    <w:rsid w:val="00286EB4"/>
    <w:rsid w:val="00291567"/>
    <w:rsid w:val="002A22BF"/>
    <w:rsid w:val="002A2389"/>
    <w:rsid w:val="002A671D"/>
    <w:rsid w:val="002B4D55"/>
    <w:rsid w:val="002B57AE"/>
    <w:rsid w:val="002B5D4A"/>
    <w:rsid w:val="002B5EA0"/>
    <w:rsid w:val="002B6119"/>
    <w:rsid w:val="002C1D4C"/>
    <w:rsid w:val="002C1F06"/>
    <w:rsid w:val="002D3375"/>
    <w:rsid w:val="002D73D4"/>
    <w:rsid w:val="002E6B80"/>
    <w:rsid w:val="002F02A3"/>
    <w:rsid w:val="002F4ABE"/>
    <w:rsid w:val="003018BA"/>
    <w:rsid w:val="0030395F"/>
    <w:rsid w:val="00305C92"/>
    <w:rsid w:val="00311042"/>
    <w:rsid w:val="003151C5"/>
    <w:rsid w:val="003343CF"/>
    <w:rsid w:val="00346FE9"/>
    <w:rsid w:val="0034759A"/>
    <w:rsid w:val="00350159"/>
    <w:rsid w:val="003503F6"/>
    <w:rsid w:val="003530DD"/>
    <w:rsid w:val="00363F78"/>
    <w:rsid w:val="003655BD"/>
    <w:rsid w:val="00366460"/>
    <w:rsid w:val="003934BF"/>
    <w:rsid w:val="0039784C"/>
    <w:rsid w:val="003A0A5B"/>
    <w:rsid w:val="003A1176"/>
    <w:rsid w:val="003B52A3"/>
    <w:rsid w:val="003C0127"/>
    <w:rsid w:val="003C0BAE"/>
    <w:rsid w:val="003C51DF"/>
    <w:rsid w:val="003D18A9"/>
    <w:rsid w:val="003D2D06"/>
    <w:rsid w:val="003D6CE2"/>
    <w:rsid w:val="003E11D3"/>
    <w:rsid w:val="003E1941"/>
    <w:rsid w:val="003E2FE6"/>
    <w:rsid w:val="003E49D5"/>
    <w:rsid w:val="003F205D"/>
    <w:rsid w:val="003F38C0"/>
    <w:rsid w:val="00406C9A"/>
    <w:rsid w:val="00414E3C"/>
    <w:rsid w:val="00415C7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A3B"/>
    <w:rsid w:val="00483791"/>
    <w:rsid w:val="004840FD"/>
    <w:rsid w:val="00490F7D"/>
    <w:rsid w:val="00491678"/>
    <w:rsid w:val="004968E2"/>
    <w:rsid w:val="004A3E12"/>
    <w:rsid w:val="004A3EEA"/>
    <w:rsid w:val="004A4D1F"/>
    <w:rsid w:val="004B7A71"/>
    <w:rsid w:val="004B7E3A"/>
    <w:rsid w:val="004D102E"/>
    <w:rsid w:val="004D5282"/>
    <w:rsid w:val="004D5861"/>
    <w:rsid w:val="004F1551"/>
    <w:rsid w:val="004F55A3"/>
    <w:rsid w:val="0050496F"/>
    <w:rsid w:val="00511F7D"/>
    <w:rsid w:val="00513B6F"/>
    <w:rsid w:val="00517C63"/>
    <w:rsid w:val="00522BF3"/>
    <w:rsid w:val="005363C4"/>
    <w:rsid w:val="00536BDE"/>
    <w:rsid w:val="00543A80"/>
    <w:rsid w:val="00543ACC"/>
    <w:rsid w:val="005463EA"/>
    <w:rsid w:val="0056696D"/>
    <w:rsid w:val="00582504"/>
    <w:rsid w:val="00584D45"/>
    <w:rsid w:val="005902D3"/>
    <w:rsid w:val="0059484D"/>
    <w:rsid w:val="005A0855"/>
    <w:rsid w:val="005A2F30"/>
    <w:rsid w:val="005A3196"/>
    <w:rsid w:val="005C080F"/>
    <w:rsid w:val="005C1CAF"/>
    <w:rsid w:val="005C55E5"/>
    <w:rsid w:val="005C696A"/>
    <w:rsid w:val="005D4CD1"/>
    <w:rsid w:val="005D7361"/>
    <w:rsid w:val="005E575A"/>
    <w:rsid w:val="005E6E85"/>
    <w:rsid w:val="005F31D2"/>
    <w:rsid w:val="00610241"/>
    <w:rsid w:val="0061029B"/>
    <w:rsid w:val="00617230"/>
    <w:rsid w:val="006172AE"/>
    <w:rsid w:val="00621CE1"/>
    <w:rsid w:val="00627FC9"/>
    <w:rsid w:val="0063331F"/>
    <w:rsid w:val="006414A4"/>
    <w:rsid w:val="00647FA8"/>
    <w:rsid w:val="00650C5F"/>
    <w:rsid w:val="00651AAF"/>
    <w:rsid w:val="00654934"/>
    <w:rsid w:val="006620D9"/>
    <w:rsid w:val="006665F5"/>
    <w:rsid w:val="00667E8D"/>
    <w:rsid w:val="00671958"/>
    <w:rsid w:val="00675843"/>
    <w:rsid w:val="00696477"/>
    <w:rsid w:val="006A6E8D"/>
    <w:rsid w:val="006C717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79"/>
    <w:rsid w:val="00763BF1"/>
    <w:rsid w:val="00766FD4"/>
    <w:rsid w:val="00776688"/>
    <w:rsid w:val="0078168C"/>
    <w:rsid w:val="00787C2A"/>
    <w:rsid w:val="00790E27"/>
    <w:rsid w:val="00795C1F"/>
    <w:rsid w:val="007A4022"/>
    <w:rsid w:val="007A6E6E"/>
    <w:rsid w:val="007C3299"/>
    <w:rsid w:val="007C3BCC"/>
    <w:rsid w:val="007C4546"/>
    <w:rsid w:val="007C4B60"/>
    <w:rsid w:val="007D6E56"/>
    <w:rsid w:val="007F4155"/>
    <w:rsid w:val="0081554D"/>
    <w:rsid w:val="0081707E"/>
    <w:rsid w:val="008449B3"/>
    <w:rsid w:val="008552A2"/>
    <w:rsid w:val="0085747A"/>
    <w:rsid w:val="0086468A"/>
    <w:rsid w:val="00884922"/>
    <w:rsid w:val="00885F64"/>
    <w:rsid w:val="008917F9"/>
    <w:rsid w:val="00897E1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C95"/>
    <w:rsid w:val="009508DF"/>
    <w:rsid w:val="00950DAC"/>
    <w:rsid w:val="00954A07"/>
    <w:rsid w:val="00962222"/>
    <w:rsid w:val="009959F9"/>
    <w:rsid w:val="00997F14"/>
    <w:rsid w:val="009A78D9"/>
    <w:rsid w:val="009B6AD1"/>
    <w:rsid w:val="009C115D"/>
    <w:rsid w:val="009C3E31"/>
    <w:rsid w:val="009C54AE"/>
    <w:rsid w:val="009C69A8"/>
    <w:rsid w:val="009C7660"/>
    <w:rsid w:val="009C788E"/>
    <w:rsid w:val="009D3F3B"/>
    <w:rsid w:val="009D4000"/>
    <w:rsid w:val="009D5054"/>
    <w:rsid w:val="009E0543"/>
    <w:rsid w:val="009E3B41"/>
    <w:rsid w:val="009F3C5C"/>
    <w:rsid w:val="009F4610"/>
    <w:rsid w:val="009F66C6"/>
    <w:rsid w:val="00A00ECC"/>
    <w:rsid w:val="00A02E68"/>
    <w:rsid w:val="00A155EE"/>
    <w:rsid w:val="00A2245B"/>
    <w:rsid w:val="00A30110"/>
    <w:rsid w:val="00A36899"/>
    <w:rsid w:val="00A371F6"/>
    <w:rsid w:val="00A43BF6"/>
    <w:rsid w:val="00A53FA5"/>
    <w:rsid w:val="00A54563"/>
    <w:rsid w:val="00A54817"/>
    <w:rsid w:val="00A601C8"/>
    <w:rsid w:val="00A60799"/>
    <w:rsid w:val="00A60BF7"/>
    <w:rsid w:val="00A6531D"/>
    <w:rsid w:val="00A84C85"/>
    <w:rsid w:val="00A86DDB"/>
    <w:rsid w:val="00A97DE1"/>
    <w:rsid w:val="00AB053C"/>
    <w:rsid w:val="00AC07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B4"/>
    <w:rsid w:val="00B90885"/>
    <w:rsid w:val="00BB520A"/>
    <w:rsid w:val="00BD3869"/>
    <w:rsid w:val="00BD66E9"/>
    <w:rsid w:val="00BD6FF4"/>
    <w:rsid w:val="00BE145D"/>
    <w:rsid w:val="00BF2C41"/>
    <w:rsid w:val="00C006CF"/>
    <w:rsid w:val="00C058B4"/>
    <w:rsid w:val="00C05F44"/>
    <w:rsid w:val="00C131B5"/>
    <w:rsid w:val="00C16ABF"/>
    <w:rsid w:val="00C170AE"/>
    <w:rsid w:val="00C22689"/>
    <w:rsid w:val="00C24525"/>
    <w:rsid w:val="00C26CB7"/>
    <w:rsid w:val="00C324C1"/>
    <w:rsid w:val="00C367A4"/>
    <w:rsid w:val="00C36992"/>
    <w:rsid w:val="00C41469"/>
    <w:rsid w:val="00C43568"/>
    <w:rsid w:val="00C56036"/>
    <w:rsid w:val="00C61DC5"/>
    <w:rsid w:val="00C67E92"/>
    <w:rsid w:val="00C70A26"/>
    <w:rsid w:val="00C766DF"/>
    <w:rsid w:val="00C806F2"/>
    <w:rsid w:val="00C94B98"/>
    <w:rsid w:val="00CA2B96"/>
    <w:rsid w:val="00CA5089"/>
    <w:rsid w:val="00CD5711"/>
    <w:rsid w:val="00CD6897"/>
    <w:rsid w:val="00CE5BAC"/>
    <w:rsid w:val="00CF25BE"/>
    <w:rsid w:val="00CF78ED"/>
    <w:rsid w:val="00D02B25"/>
    <w:rsid w:val="00D02EBA"/>
    <w:rsid w:val="00D05296"/>
    <w:rsid w:val="00D11212"/>
    <w:rsid w:val="00D17C3C"/>
    <w:rsid w:val="00D26B2C"/>
    <w:rsid w:val="00D34647"/>
    <w:rsid w:val="00D352C9"/>
    <w:rsid w:val="00D425B2"/>
    <w:rsid w:val="00D428D6"/>
    <w:rsid w:val="00D43F38"/>
    <w:rsid w:val="00D4428C"/>
    <w:rsid w:val="00D54F7B"/>
    <w:rsid w:val="00D552B2"/>
    <w:rsid w:val="00D57610"/>
    <w:rsid w:val="00D608D1"/>
    <w:rsid w:val="00D64856"/>
    <w:rsid w:val="00D74119"/>
    <w:rsid w:val="00D8075B"/>
    <w:rsid w:val="00D80C79"/>
    <w:rsid w:val="00D8678B"/>
    <w:rsid w:val="00DA2114"/>
    <w:rsid w:val="00DB7CC7"/>
    <w:rsid w:val="00DE09C0"/>
    <w:rsid w:val="00DE4A14"/>
    <w:rsid w:val="00DF0468"/>
    <w:rsid w:val="00DF320D"/>
    <w:rsid w:val="00DF71C8"/>
    <w:rsid w:val="00E039E6"/>
    <w:rsid w:val="00E04929"/>
    <w:rsid w:val="00E129B8"/>
    <w:rsid w:val="00E1324B"/>
    <w:rsid w:val="00E21E7D"/>
    <w:rsid w:val="00E22FBC"/>
    <w:rsid w:val="00E24BF5"/>
    <w:rsid w:val="00E25338"/>
    <w:rsid w:val="00E51E44"/>
    <w:rsid w:val="00E63348"/>
    <w:rsid w:val="00E742AA"/>
    <w:rsid w:val="00E7498A"/>
    <w:rsid w:val="00E77E88"/>
    <w:rsid w:val="00E8107D"/>
    <w:rsid w:val="00E926C7"/>
    <w:rsid w:val="00E960BB"/>
    <w:rsid w:val="00EA2074"/>
    <w:rsid w:val="00EA4832"/>
    <w:rsid w:val="00EA4E9D"/>
    <w:rsid w:val="00EC4899"/>
    <w:rsid w:val="00ED03AB"/>
    <w:rsid w:val="00ED32D2"/>
    <w:rsid w:val="00EE32DE"/>
    <w:rsid w:val="00EE4983"/>
    <w:rsid w:val="00EE5457"/>
    <w:rsid w:val="00F035A4"/>
    <w:rsid w:val="00F070AB"/>
    <w:rsid w:val="00F07A4B"/>
    <w:rsid w:val="00F13D8E"/>
    <w:rsid w:val="00F17567"/>
    <w:rsid w:val="00F25F25"/>
    <w:rsid w:val="00F27A7B"/>
    <w:rsid w:val="00F331ED"/>
    <w:rsid w:val="00F43658"/>
    <w:rsid w:val="00F526AF"/>
    <w:rsid w:val="00F617C3"/>
    <w:rsid w:val="00F7066B"/>
    <w:rsid w:val="00F83B28"/>
    <w:rsid w:val="00F974DA"/>
    <w:rsid w:val="00FA46E5"/>
    <w:rsid w:val="00FB6662"/>
    <w:rsid w:val="00FB7DBA"/>
    <w:rsid w:val="00FC12B8"/>
    <w:rsid w:val="00FC1C25"/>
    <w:rsid w:val="00FC3F45"/>
    <w:rsid w:val="00FD503F"/>
    <w:rsid w:val="00FD7589"/>
    <w:rsid w:val="00FE0A2A"/>
    <w:rsid w:val="00FF016A"/>
    <w:rsid w:val="00FF1401"/>
    <w:rsid w:val="00FF5E7D"/>
    <w:rsid w:val="0F4D5841"/>
    <w:rsid w:val="1E5E7E41"/>
    <w:rsid w:val="237DB3E5"/>
    <w:rsid w:val="26AD5825"/>
    <w:rsid w:val="3B0E754B"/>
    <w:rsid w:val="57D24B9F"/>
    <w:rsid w:val="6B05B236"/>
    <w:rsid w:val="76872BD7"/>
    <w:rsid w:val="7B4607E8"/>
    <w:rsid w:val="7BFAC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EC31"/>
  <w15:docId w15:val="{D7818336-A216-4BFA-BC21-5E7FD9E2A5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4957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23495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2A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172A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2A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172A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5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ADE1-D7D7-4F65-8408-6F01D16A1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90F0D-3192-44CC-B552-59B9EBC8F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3E6F0E-0FBF-4CD3-893F-FD14F1F44A5A}"/>
</file>

<file path=customXml/itemProps4.xml><?xml version="1.0" encoding="utf-8"?>
<ds:datastoreItem xmlns:ds="http://schemas.openxmlformats.org/officeDocument/2006/customXml" ds:itemID="{0860B44B-CB7C-4D1A-A1EE-227237BBFB0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Szluz Beata</cp:lastModifiedBy>
  <cp:revision>87</cp:revision>
  <cp:lastPrinted>2019-02-06T12:12:00Z</cp:lastPrinted>
  <dcterms:created xsi:type="dcterms:W3CDTF">2020-10-27T09:53:00Z</dcterms:created>
  <dcterms:modified xsi:type="dcterms:W3CDTF">2021-09-30T14:47:14Z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